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03921" w:rsidRPr="003C626B" w:rsidRDefault="00903921" w:rsidP="006F3011">
      <w:pPr>
        <w:pStyle w:val="Heading1"/>
        <w:spacing w:before="0"/>
        <w:rPr>
          <w:rFonts w:ascii="Arial" w:hAnsi="Arial" w:cs="Arial"/>
          <w:b/>
        </w:rPr>
      </w:pPr>
      <w:r w:rsidRPr="003C626B">
        <w:rPr>
          <w:rFonts w:ascii="Arial" w:hAnsi="Arial" w:cs="Arial"/>
          <w:b/>
        </w:rPr>
        <w:t>Algemene beschrijving</w:t>
      </w:r>
      <w:r w:rsidR="00940428" w:rsidRPr="003C626B">
        <w:rPr>
          <w:rFonts w:ascii="Arial" w:hAnsi="Arial" w:cs="Arial"/>
          <w:b/>
        </w:rPr>
        <w:softHyphen/>
      </w:r>
    </w:p>
    <w:p w:rsidR="00A866E4" w:rsidRPr="003C626B" w:rsidRDefault="00356956" w:rsidP="00A866E4">
      <w:pPr>
        <w:pStyle w:val="Bulleted1"/>
        <w:rPr>
          <w:rFonts w:ascii="Arial" w:hAnsi="Arial" w:cs="Arial"/>
        </w:rPr>
      </w:pPr>
      <w:r w:rsidRPr="003C626B">
        <w:rPr>
          <w:rFonts w:ascii="Arial" w:hAnsi="Arial" w:cs="Arial"/>
        </w:rPr>
        <w:t>d</w:t>
      </w:r>
      <w:r w:rsidR="00B675DB" w:rsidRPr="003C626B">
        <w:rPr>
          <w:rFonts w:ascii="Arial" w:hAnsi="Arial" w:cs="Arial"/>
        </w:rPr>
        <w:t xml:space="preserve">e </w:t>
      </w:r>
      <w:r w:rsidR="00752302" w:rsidRPr="003C626B">
        <w:rPr>
          <w:rFonts w:ascii="Arial" w:hAnsi="Arial" w:cs="Arial"/>
        </w:rPr>
        <w:t>s</w:t>
      </w:r>
      <w:r w:rsidR="00A866E4" w:rsidRPr="003C626B">
        <w:rPr>
          <w:rFonts w:ascii="Arial" w:hAnsi="Arial" w:cs="Arial"/>
        </w:rPr>
        <w:t>ifon</w:t>
      </w:r>
      <w:r w:rsidR="00752302" w:rsidRPr="003C626B">
        <w:rPr>
          <w:rFonts w:ascii="Arial" w:hAnsi="Arial" w:cs="Arial"/>
        </w:rPr>
        <w:t xml:space="preserve"> van het "doorstroomtype"</w:t>
      </w:r>
      <w:r w:rsidR="00B675DB" w:rsidRPr="003C626B">
        <w:rPr>
          <w:rFonts w:ascii="Arial" w:hAnsi="Arial" w:cs="Arial"/>
        </w:rPr>
        <w:t xml:space="preserve"> en horizontale uitgang</w:t>
      </w:r>
      <w:r w:rsidR="00752302" w:rsidRPr="003C626B">
        <w:rPr>
          <w:rFonts w:ascii="Arial" w:hAnsi="Arial" w:cs="Arial"/>
        </w:rPr>
        <w:t>,</w:t>
      </w:r>
      <w:r w:rsidR="00A866E4" w:rsidRPr="003C626B">
        <w:rPr>
          <w:rFonts w:ascii="Arial" w:hAnsi="Arial" w:cs="Arial"/>
        </w:rPr>
        <w:t xml:space="preserve"> </w:t>
      </w:r>
      <w:r w:rsidR="00B675DB" w:rsidRPr="003C626B">
        <w:rPr>
          <w:rFonts w:ascii="Arial" w:hAnsi="Arial" w:cs="Arial"/>
        </w:rPr>
        <w:t xml:space="preserve">is </w:t>
      </w:r>
      <w:r w:rsidR="00A866E4" w:rsidRPr="003C626B">
        <w:rPr>
          <w:rFonts w:ascii="Arial" w:hAnsi="Arial" w:cs="Arial"/>
        </w:rPr>
        <w:t>ontworpen om te worden aangesloten aan de afvoeropening van een douchegoot</w:t>
      </w:r>
    </w:p>
    <w:p w:rsidR="00A866E4" w:rsidRPr="003C626B" w:rsidRDefault="00A866E4" w:rsidP="00A866E4">
      <w:pPr>
        <w:pStyle w:val="Bulleted1"/>
        <w:rPr>
          <w:rFonts w:ascii="Arial" w:hAnsi="Arial" w:cs="Arial"/>
        </w:rPr>
      </w:pPr>
      <w:r w:rsidRPr="003C626B">
        <w:rPr>
          <w:rFonts w:ascii="Arial" w:hAnsi="Arial" w:cs="Arial"/>
        </w:rPr>
        <w:t xml:space="preserve">hoogte van het waterslot: </w:t>
      </w:r>
      <w:r w:rsidR="00EF200A" w:rsidRPr="003C626B">
        <w:rPr>
          <w:rFonts w:ascii="Arial" w:hAnsi="Arial" w:cs="Arial"/>
        </w:rPr>
        <w:t>3</w:t>
      </w:r>
      <w:r w:rsidRPr="003C626B">
        <w:rPr>
          <w:rFonts w:ascii="Arial" w:hAnsi="Arial" w:cs="Arial"/>
        </w:rPr>
        <w:t>0 mm</w:t>
      </w:r>
    </w:p>
    <w:p w:rsidR="00A866E4" w:rsidRPr="003C626B" w:rsidRDefault="00A866E4" w:rsidP="00A866E4">
      <w:pPr>
        <w:pStyle w:val="Bulleted1"/>
        <w:rPr>
          <w:rFonts w:ascii="Arial" w:hAnsi="Arial" w:cs="Arial"/>
        </w:rPr>
      </w:pPr>
      <w:r w:rsidRPr="003C626B">
        <w:rPr>
          <w:rFonts w:ascii="Arial" w:hAnsi="Arial" w:cs="Arial"/>
        </w:rPr>
        <w:t>de sifon wordt geïntegreerd in de hoogte van de chape</w:t>
      </w:r>
    </w:p>
    <w:p w:rsidR="00297424" w:rsidRPr="003C626B" w:rsidRDefault="00297424" w:rsidP="00297424">
      <w:pPr>
        <w:pStyle w:val="Heading1"/>
        <w:rPr>
          <w:rFonts w:ascii="Arial" w:hAnsi="Arial" w:cs="Arial"/>
          <w:b/>
        </w:rPr>
      </w:pPr>
      <w:r w:rsidRPr="003C626B">
        <w:rPr>
          <w:rFonts w:ascii="Arial" w:hAnsi="Arial" w:cs="Arial"/>
          <w:b/>
        </w:rPr>
        <w:t>Materiaal en eigenschappen</w:t>
      </w:r>
    </w:p>
    <w:p w:rsidR="00B86FCC" w:rsidRPr="003C626B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 w:cs="Arial"/>
          <w:b/>
          <w:u w:val="none"/>
        </w:rPr>
      </w:pPr>
      <w:r w:rsidRPr="003C626B">
        <w:rPr>
          <w:rFonts w:ascii="Arial" w:hAnsi="Arial" w:cs="Arial"/>
          <w:b/>
          <w:u w:val="none"/>
        </w:rPr>
        <w:t>Materiaal</w:t>
      </w:r>
    </w:p>
    <w:p w:rsidR="0081047B" w:rsidRPr="003C626B" w:rsidRDefault="007C145B" w:rsidP="0081047B">
      <w:pPr>
        <w:pStyle w:val="Bulleted1"/>
        <w:rPr>
          <w:rFonts w:ascii="Arial" w:hAnsi="Arial" w:cs="Arial"/>
        </w:rPr>
      </w:pPr>
      <w:r w:rsidRPr="003C626B">
        <w:rPr>
          <w:rFonts w:ascii="Arial" w:hAnsi="Arial" w:cs="Arial"/>
        </w:rPr>
        <w:t>de</w:t>
      </w:r>
      <w:r w:rsidR="00752302" w:rsidRPr="003C626B">
        <w:rPr>
          <w:rFonts w:ascii="Arial" w:hAnsi="Arial" w:cs="Arial"/>
        </w:rPr>
        <w:t xml:space="preserve"> sifon </w:t>
      </w:r>
      <w:r w:rsidRPr="003C626B">
        <w:rPr>
          <w:rFonts w:ascii="Arial" w:hAnsi="Arial" w:cs="Arial"/>
        </w:rPr>
        <w:t xml:space="preserve">is </w:t>
      </w:r>
      <w:r w:rsidR="00752302" w:rsidRPr="003C626B">
        <w:rPr>
          <w:rFonts w:ascii="Arial" w:hAnsi="Arial" w:cs="Arial"/>
        </w:rPr>
        <w:t>van PE</w:t>
      </w:r>
      <w:r w:rsidR="001008E9" w:rsidRPr="003C626B">
        <w:rPr>
          <w:rFonts w:ascii="Arial" w:hAnsi="Arial" w:cs="Arial"/>
        </w:rPr>
        <w:t>-HD</w:t>
      </w:r>
    </w:p>
    <w:p w:rsidR="00752302" w:rsidRPr="003C626B" w:rsidRDefault="00752302" w:rsidP="0081047B">
      <w:pPr>
        <w:pStyle w:val="Bulleted1"/>
        <w:rPr>
          <w:rFonts w:ascii="Arial" w:hAnsi="Arial" w:cs="Arial"/>
        </w:rPr>
      </w:pPr>
      <w:r w:rsidRPr="003C626B">
        <w:rPr>
          <w:rFonts w:ascii="Arial" w:hAnsi="Arial" w:cs="Arial"/>
        </w:rPr>
        <w:t>de afvoerbuis is van PE</w:t>
      </w:r>
      <w:r w:rsidR="001008E9" w:rsidRPr="003C626B">
        <w:rPr>
          <w:rFonts w:ascii="Arial" w:hAnsi="Arial" w:cs="Arial"/>
        </w:rPr>
        <w:t>-HD</w:t>
      </w:r>
    </w:p>
    <w:p w:rsidR="00691085" w:rsidRPr="003C626B" w:rsidRDefault="00691085" w:rsidP="0081047B">
      <w:pPr>
        <w:pStyle w:val="Bulleted1"/>
        <w:rPr>
          <w:rFonts w:ascii="Arial" w:hAnsi="Arial" w:cs="Arial"/>
        </w:rPr>
      </w:pPr>
      <w:r w:rsidRPr="003C626B">
        <w:rPr>
          <w:rFonts w:ascii="Arial" w:hAnsi="Arial" w:cs="Arial"/>
        </w:rPr>
        <w:t>de aansluitbuis</w:t>
      </w:r>
      <w:r w:rsidR="00A204AD" w:rsidRPr="003C626B">
        <w:rPr>
          <w:rFonts w:ascii="Arial" w:hAnsi="Arial" w:cs="Arial"/>
        </w:rPr>
        <w:t>,</w:t>
      </w:r>
      <w:r w:rsidRPr="003C626B">
        <w:rPr>
          <w:rFonts w:ascii="Arial" w:hAnsi="Arial" w:cs="Arial"/>
        </w:rPr>
        <w:t xml:space="preserve"> tussen douchegoot en sifon</w:t>
      </w:r>
      <w:r w:rsidR="00A204AD" w:rsidRPr="003C626B">
        <w:rPr>
          <w:rFonts w:ascii="Arial" w:hAnsi="Arial" w:cs="Arial"/>
        </w:rPr>
        <w:t>,</w:t>
      </w:r>
      <w:r w:rsidRPr="003C626B">
        <w:rPr>
          <w:rFonts w:ascii="Arial" w:hAnsi="Arial" w:cs="Arial"/>
        </w:rPr>
        <w:t xml:space="preserve"> is van PE-HD:</w:t>
      </w:r>
    </w:p>
    <w:p w:rsidR="00691085" w:rsidRPr="003C626B" w:rsidRDefault="00691085" w:rsidP="00691085">
      <w:pPr>
        <w:pStyle w:val="Bulleted2"/>
        <w:rPr>
          <w:rFonts w:ascii="Arial" w:hAnsi="Arial" w:cs="Arial"/>
        </w:rPr>
      </w:pPr>
      <w:r w:rsidRPr="003C626B">
        <w:rPr>
          <w:rFonts w:ascii="Arial" w:hAnsi="Arial" w:cs="Arial"/>
        </w:rPr>
        <w:t>het opzetstuk van de aansluitbuis is van metaal</w:t>
      </w:r>
    </w:p>
    <w:p w:rsidR="00691085" w:rsidRPr="003C626B" w:rsidRDefault="00691085" w:rsidP="00691085">
      <w:pPr>
        <w:pStyle w:val="Bulleted2"/>
        <w:rPr>
          <w:rFonts w:ascii="Arial" w:hAnsi="Arial" w:cs="Arial"/>
        </w:rPr>
      </w:pPr>
      <w:r w:rsidRPr="003C626B">
        <w:rPr>
          <w:rFonts w:ascii="Arial" w:hAnsi="Arial" w:cs="Arial"/>
        </w:rPr>
        <w:t>de dichtingsfolie van het opzetstuk is opgebouwd uit 3 lagen:</w:t>
      </w:r>
    </w:p>
    <w:p w:rsidR="00691085" w:rsidRPr="003C626B" w:rsidRDefault="00691085" w:rsidP="00691085">
      <w:pPr>
        <w:pStyle w:val="Bulleted2"/>
        <w:numPr>
          <w:ilvl w:val="1"/>
          <w:numId w:val="22"/>
        </w:numPr>
        <w:rPr>
          <w:rFonts w:ascii="Arial" w:hAnsi="Arial" w:cs="Arial"/>
        </w:rPr>
      </w:pPr>
      <w:r w:rsidRPr="003C626B">
        <w:rPr>
          <w:rFonts w:ascii="Arial" w:hAnsi="Arial" w:cs="Arial"/>
        </w:rPr>
        <w:t>aan beide zijden is een hechtlaag van rekbaar vlies van zachte witte PP</w:t>
      </w:r>
    </w:p>
    <w:p w:rsidR="00691085" w:rsidRPr="003C626B" w:rsidRDefault="00691085" w:rsidP="00691085">
      <w:pPr>
        <w:pStyle w:val="Bulleted2"/>
        <w:numPr>
          <w:ilvl w:val="1"/>
          <w:numId w:val="22"/>
        </w:numPr>
        <w:rPr>
          <w:rFonts w:ascii="Arial" w:hAnsi="Arial" w:cs="Arial"/>
        </w:rPr>
      </w:pPr>
      <w:r w:rsidRPr="003C626B">
        <w:rPr>
          <w:rFonts w:ascii="Arial" w:hAnsi="Arial" w:cs="Arial"/>
        </w:rPr>
        <w:t xml:space="preserve">de middelste </w:t>
      </w:r>
      <w:proofErr w:type="spellStart"/>
      <w:r w:rsidRPr="003C626B">
        <w:rPr>
          <w:rFonts w:ascii="Arial" w:hAnsi="Arial" w:cs="Arial"/>
        </w:rPr>
        <w:t>dichtingslaag</w:t>
      </w:r>
      <w:proofErr w:type="spellEnd"/>
      <w:r w:rsidRPr="003C626B">
        <w:rPr>
          <w:rFonts w:ascii="Arial" w:hAnsi="Arial" w:cs="Arial"/>
        </w:rPr>
        <w:t xml:space="preserve"> is gemaakt van een thermoplastische elastomeer TPE en heeft een blauwe kleur</w:t>
      </w:r>
    </w:p>
    <w:p w:rsidR="00945AE1" w:rsidRPr="003C626B" w:rsidRDefault="00945AE1" w:rsidP="00945AE1">
      <w:pPr>
        <w:pStyle w:val="Heading1"/>
        <w:numPr>
          <w:ilvl w:val="1"/>
          <w:numId w:val="18"/>
        </w:numPr>
        <w:rPr>
          <w:rFonts w:ascii="Arial" w:hAnsi="Arial" w:cs="Arial"/>
          <w:b/>
          <w:u w:val="none"/>
        </w:rPr>
      </w:pPr>
      <w:bookmarkStart w:id="0" w:name="_Hlk35850410"/>
      <w:r w:rsidRPr="003C626B">
        <w:rPr>
          <w:rFonts w:ascii="Arial" w:hAnsi="Arial" w:cs="Arial"/>
          <w:b/>
          <w:u w:val="none"/>
        </w:rPr>
        <w:t>Eigenschappen</w:t>
      </w:r>
    </w:p>
    <w:p w:rsidR="00DA2A59" w:rsidRPr="003C626B" w:rsidRDefault="00DA2A59" w:rsidP="00DA2A59">
      <w:pPr>
        <w:pStyle w:val="Bulleted1"/>
        <w:rPr>
          <w:rFonts w:ascii="Arial" w:hAnsi="Arial" w:cs="Arial"/>
        </w:rPr>
      </w:pPr>
      <w:r w:rsidRPr="003C626B">
        <w:rPr>
          <w:rFonts w:ascii="Arial" w:hAnsi="Arial" w:cs="Arial"/>
        </w:rPr>
        <w:t>de douchesifon is van het "doorstroomtype".</w:t>
      </w:r>
    </w:p>
    <w:p w:rsidR="00DA2A59" w:rsidRPr="003C626B" w:rsidRDefault="00DA2A59" w:rsidP="00DA2A59">
      <w:pPr>
        <w:pStyle w:val="Bulleted2"/>
        <w:rPr>
          <w:rFonts w:ascii="Arial" w:hAnsi="Arial" w:cs="Arial"/>
        </w:rPr>
      </w:pPr>
      <w:r w:rsidRPr="003C626B">
        <w:rPr>
          <w:rFonts w:ascii="Arial" w:hAnsi="Arial" w:cs="Arial"/>
        </w:rPr>
        <w:t>de sifon is zelfreinigend</w:t>
      </w:r>
    </w:p>
    <w:p w:rsidR="00DA2A59" w:rsidRPr="003C626B" w:rsidRDefault="00DA2A59" w:rsidP="00DA2A59">
      <w:pPr>
        <w:pStyle w:val="Bulleted2"/>
        <w:rPr>
          <w:rFonts w:ascii="Arial" w:hAnsi="Arial" w:cs="Arial"/>
        </w:rPr>
      </w:pPr>
      <w:r w:rsidRPr="003C626B">
        <w:rPr>
          <w:rFonts w:ascii="Arial" w:hAnsi="Arial" w:cs="Arial"/>
        </w:rPr>
        <w:t>het afvoerdebiet is 0,</w:t>
      </w:r>
      <w:r w:rsidR="00EF200A" w:rsidRPr="003C626B">
        <w:rPr>
          <w:rFonts w:ascii="Arial" w:hAnsi="Arial" w:cs="Arial"/>
        </w:rPr>
        <w:t>4</w:t>
      </w:r>
      <w:r w:rsidRPr="003C626B">
        <w:rPr>
          <w:rFonts w:ascii="Arial" w:hAnsi="Arial" w:cs="Arial"/>
        </w:rPr>
        <w:t xml:space="preserve"> l/s</w:t>
      </w:r>
    </w:p>
    <w:p w:rsidR="00DA2A59" w:rsidRPr="003C626B" w:rsidRDefault="00DA2A59" w:rsidP="00DA2A59">
      <w:pPr>
        <w:pStyle w:val="Bulleted1"/>
        <w:rPr>
          <w:rFonts w:ascii="Arial" w:hAnsi="Arial" w:cs="Arial"/>
        </w:rPr>
      </w:pPr>
      <w:r w:rsidRPr="003C626B">
        <w:rPr>
          <w:rFonts w:ascii="Arial" w:hAnsi="Arial" w:cs="Arial"/>
        </w:rPr>
        <w:t>de sifon roest niet</w:t>
      </w:r>
    </w:p>
    <w:p w:rsidR="00DA2A59" w:rsidRPr="003C626B" w:rsidRDefault="00DA2A59" w:rsidP="00DA2A59">
      <w:pPr>
        <w:pStyle w:val="Bulleted1"/>
        <w:rPr>
          <w:rFonts w:ascii="Arial" w:hAnsi="Arial" w:cs="Arial"/>
        </w:rPr>
      </w:pPr>
      <w:r w:rsidRPr="003C626B">
        <w:rPr>
          <w:rFonts w:ascii="Arial" w:hAnsi="Arial" w:cs="Arial"/>
        </w:rPr>
        <w:t>de sifon is voorzien van een akoestische isolatie van EPS, die tegelijkertijd de behuizing is van de sifon</w:t>
      </w:r>
    </w:p>
    <w:p w:rsidR="00DA2A59" w:rsidRPr="003C626B" w:rsidRDefault="00DA2A59" w:rsidP="00DA2A59">
      <w:pPr>
        <w:pStyle w:val="Bulleted1"/>
        <w:rPr>
          <w:rFonts w:ascii="Arial" w:hAnsi="Arial" w:cs="Arial"/>
        </w:rPr>
      </w:pPr>
      <w:r w:rsidRPr="003C626B">
        <w:rPr>
          <w:rFonts w:ascii="Arial" w:hAnsi="Arial" w:cs="Arial"/>
        </w:rPr>
        <w:t>voor een chapehoogte aan de ingang van de reukafsluiter van</w:t>
      </w:r>
      <w:r w:rsidR="009A4D96" w:rsidRPr="003C626B">
        <w:rPr>
          <w:rFonts w:ascii="Arial" w:hAnsi="Arial" w:cs="Arial"/>
        </w:rPr>
        <w:t>af</w:t>
      </w:r>
      <w:r w:rsidRPr="003C626B">
        <w:rPr>
          <w:rFonts w:ascii="Arial" w:hAnsi="Arial" w:cs="Arial"/>
        </w:rPr>
        <w:t xml:space="preserve"> </w:t>
      </w:r>
      <w:r w:rsidR="00EF200A" w:rsidRPr="003C626B">
        <w:rPr>
          <w:rFonts w:ascii="Arial" w:hAnsi="Arial" w:cs="Arial"/>
        </w:rPr>
        <w:t>6,5</w:t>
      </w:r>
      <w:r w:rsidRPr="003C626B">
        <w:rPr>
          <w:rFonts w:ascii="Arial" w:hAnsi="Arial" w:cs="Arial"/>
        </w:rPr>
        <w:t xml:space="preserve"> cm</w:t>
      </w:r>
    </w:p>
    <w:p w:rsidR="00DA2A59" w:rsidRPr="003C626B" w:rsidRDefault="00DA2A59" w:rsidP="00DA2A59">
      <w:pPr>
        <w:pStyle w:val="Bulleted1"/>
        <w:rPr>
          <w:rFonts w:ascii="Arial" w:hAnsi="Arial" w:cs="Arial"/>
        </w:rPr>
      </w:pPr>
      <w:r w:rsidRPr="003C626B">
        <w:rPr>
          <w:rFonts w:ascii="Arial" w:hAnsi="Arial" w:cs="Arial"/>
        </w:rPr>
        <w:t xml:space="preserve">de </w:t>
      </w:r>
      <w:r w:rsidR="00653CC8" w:rsidRPr="003C626B">
        <w:rPr>
          <w:rFonts w:ascii="Arial" w:hAnsi="Arial" w:cs="Arial"/>
        </w:rPr>
        <w:t>sifon</w:t>
      </w:r>
      <w:r w:rsidRPr="003C626B">
        <w:rPr>
          <w:rFonts w:ascii="Arial" w:hAnsi="Arial" w:cs="Arial"/>
        </w:rPr>
        <w:t xml:space="preserve"> heeft een horizontale afvoerbuis, Ø </w:t>
      </w:r>
      <w:r w:rsidR="00EF200A" w:rsidRPr="003C626B">
        <w:rPr>
          <w:rFonts w:ascii="Arial" w:hAnsi="Arial" w:cs="Arial"/>
        </w:rPr>
        <w:t>4</w:t>
      </w:r>
      <w:r w:rsidRPr="003C626B">
        <w:rPr>
          <w:rFonts w:ascii="Arial" w:hAnsi="Arial" w:cs="Arial"/>
        </w:rPr>
        <w:t>0 mm</w:t>
      </w:r>
    </w:p>
    <w:p w:rsidR="00556914" w:rsidRPr="003C626B" w:rsidRDefault="00556914" w:rsidP="00DA2A59">
      <w:pPr>
        <w:pStyle w:val="Bulleted1"/>
        <w:rPr>
          <w:rFonts w:ascii="Arial" w:hAnsi="Arial" w:cs="Arial"/>
        </w:rPr>
      </w:pPr>
      <w:r w:rsidRPr="003C626B">
        <w:rPr>
          <w:rFonts w:ascii="Arial" w:hAnsi="Arial" w:cs="Arial"/>
        </w:rPr>
        <w:t>tussen de onderkant van de afvoerbuis en de betonplaat is er een vrije ruimte van 1,</w:t>
      </w:r>
      <w:r w:rsidR="00CB56AD" w:rsidRPr="003C626B">
        <w:rPr>
          <w:rFonts w:ascii="Arial" w:hAnsi="Arial" w:cs="Arial"/>
        </w:rPr>
        <w:t>2</w:t>
      </w:r>
      <w:r w:rsidRPr="003C626B">
        <w:rPr>
          <w:rFonts w:ascii="Arial" w:hAnsi="Arial" w:cs="Arial"/>
        </w:rPr>
        <w:t xml:space="preserve"> cm; voldoende om afschot te geven</w:t>
      </w:r>
      <w:r w:rsidR="00CE6AC8" w:rsidRPr="003C626B">
        <w:rPr>
          <w:rFonts w:ascii="Arial" w:hAnsi="Arial" w:cs="Arial"/>
        </w:rPr>
        <w:t xml:space="preserve"> aan de afvoerbuis</w:t>
      </w:r>
    </w:p>
    <w:p w:rsidR="00DA2A59" w:rsidRPr="003C626B" w:rsidRDefault="00DA2A59" w:rsidP="00DA2A59">
      <w:pPr>
        <w:pStyle w:val="Bulleted1"/>
        <w:rPr>
          <w:rFonts w:ascii="Arial" w:hAnsi="Arial" w:cs="Arial"/>
        </w:rPr>
      </w:pPr>
      <w:r w:rsidRPr="003C626B">
        <w:rPr>
          <w:rFonts w:ascii="Arial" w:hAnsi="Arial" w:cs="Arial"/>
        </w:rPr>
        <w:t xml:space="preserve">afdichtingsfolie, over een breedte van 10 cm rondom het opzetstuk, </w:t>
      </w:r>
      <w:proofErr w:type="spellStart"/>
      <w:r w:rsidRPr="003C626B">
        <w:rPr>
          <w:rFonts w:ascii="Arial" w:hAnsi="Arial" w:cs="Arial"/>
        </w:rPr>
        <w:t>voorgemonteerd</w:t>
      </w:r>
      <w:proofErr w:type="spellEnd"/>
      <w:r w:rsidRPr="003C626B">
        <w:rPr>
          <w:rFonts w:ascii="Arial" w:hAnsi="Arial" w:cs="Arial"/>
        </w:rPr>
        <w:t xml:space="preserve">, geschikt voor de verbinding met de afdichting door </w:t>
      </w:r>
      <w:proofErr w:type="spellStart"/>
      <w:r w:rsidRPr="003C626B">
        <w:rPr>
          <w:rFonts w:ascii="Arial" w:hAnsi="Arial" w:cs="Arial"/>
        </w:rPr>
        <w:t>dunbedmortel</w:t>
      </w:r>
      <w:proofErr w:type="spellEnd"/>
    </w:p>
    <w:p w:rsidR="004C32D3" w:rsidRPr="003C626B" w:rsidRDefault="004C32D3" w:rsidP="00DA2A59">
      <w:pPr>
        <w:pStyle w:val="Bulleted1"/>
        <w:rPr>
          <w:rFonts w:ascii="Arial" w:hAnsi="Arial" w:cs="Arial"/>
        </w:rPr>
      </w:pPr>
      <w:r w:rsidRPr="003C626B">
        <w:rPr>
          <w:rFonts w:ascii="Arial" w:hAnsi="Arial" w:cs="Arial"/>
        </w:rPr>
        <w:t>de afdichtingsfolie wordt beschermd tijdens het gieten van de chape door een ruwbouwbescherming</w:t>
      </w:r>
    </w:p>
    <w:p w:rsidR="005155C1" w:rsidRPr="003C626B" w:rsidRDefault="005155C1" w:rsidP="00DA2A59">
      <w:pPr>
        <w:pStyle w:val="Bulleted1"/>
        <w:rPr>
          <w:rFonts w:ascii="Arial" w:hAnsi="Arial" w:cs="Arial"/>
        </w:rPr>
      </w:pPr>
      <w:r w:rsidRPr="003C626B">
        <w:rPr>
          <w:rFonts w:ascii="Arial" w:hAnsi="Arial" w:cs="Arial"/>
        </w:rPr>
        <w:t xml:space="preserve">de afdichtingsfolie komt tussen de chape en de </w:t>
      </w:r>
      <w:r w:rsidR="00CE6AC8" w:rsidRPr="003C626B">
        <w:rPr>
          <w:rFonts w:ascii="Arial" w:hAnsi="Arial" w:cs="Arial"/>
        </w:rPr>
        <w:t>vloertegels</w:t>
      </w:r>
    </w:p>
    <w:bookmarkEnd w:id="0"/>
    <w:p w:rsidR="00B675DB" w:rsidRPr="003C626B" w:rsidRDefault="00B675DB">
      <w:pPr>
        <w:rPr>
          <w:rFonts w:ascii="Arial" w:hAnsi="Arial" w:cs="Arial"/>
          <w:b/>
        </w:rPr>
      </w:pPr>
      <w:r w:rsidRPr="003C626B">
        <w:rPr>
          <w:rFonts w:ascii="Arial" w:hAnsi="Arial" w:cs="Arial"/>
          <w:b/>
        </w:rPr>
        <w:br w:type="page"/>
      </w:r>
    </w:p>
    <w:p w:rsidR="00FB49E3" w:rsidRPr="003C626B" w:rsidRDefault="00FB49E3" w:rsidP="00FB49E3">
      <w:pPr>
        <w:pStyle w:val="Heading1"/>
        <w:numPr>
          <w:ilvl w:val="1"/>
          <w:numId w:val="18"/>
        </w:numPr>
        <w:rPr>
          <w:rFonts w:ascii="Arial" w:hAnsi="Arial" w:cs="Arial"/>
          <w:b/>
          <w:u w:val="none"/>
        </w:rPr>
      </w:pPr>
      <w:r w:rsidRPr="003C626B">
        <w:rPr>
          <w:rFonts w:ascii="Arial" w:hAnsi="Arial" w:cs="Arial"/>
          <w:b/>
          <w:u w:val="none"/>
        </w:rPr>
        <w:lastRenderedPageBreak/>
        <w:t>Afmetinge</w:t>
      </w:r>
      <w:r w:rsidR="00DE3392" w:rsidRPr="003C626B">
        <w:rPr>
          <w:rFonts w:ascii="Arial" w:hAnsi="Arial" w:cs="Arial"/>
          <w:b/>
          <w:u w:val="none"/>
        </w:rPr>
        <w:t>n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6997"/>
      </w:tblGrid>
      <w:tr w:rsidR="00FB2ACF" w:rsidRPr="003C626B" w:rsidTr="00FB2ACF">
        <w:tc>
          <w:tcPr>
            <w:tcW w:w="1163" w:type="dxa"/>
          </w:tcPr>
          <w:p w:rsidR="00FB2ACF" w:rsidRPr="00635E8A" w:rsidRDefault="00FB2ACF" w:rsidP="003308B9">
            <w:pPr>
              <w:rPr>
                <w:rFonts w:ascii="Arial" w:hAnsi="Arial" w:cs="Arial"/>
              </w:rPr>
            </w:pPr>
            <w:r w:rsidRPr="00635E8A">
              <w:rPr>
                <w:rFonts w:ascii="Arial" w:hAnsi="Arial" w:cs="Arial"/>
              </w:rPr>
              <w:t>hoogte:</w:t>
            </w:r>
          </w:p>
        </w:tc>
        <w:tc>
          <w:tcPr>
            <w:tcW w:w="1418" w:type="dxa"/>
          </w:tcPr>
          <w:p w:rsidR="00FB2ACF" w:rsidRPr="00635E8A" w:rsidRDefault="00CB56AD" w:rsidP="003308B9">
            <w:pPr>
              <w:jc w:val="right"/>
              <w:rPr>
                <w:rFonts w:ascii="Arial" w:hAnsi="Arial" w:cs="Arial"/>
              </w:rPr>
            </w:pPr>
            <w:r w:rsidRPr="00635E8A">
              <w:rPr>
                <w:rFonts w:ascii="Arial" w:hAnsi="Arial" w:cs="Arial"/>
              </w:rPr>
              <w:t>6,5</w:t>
            </w:r>
          </w:p>
        </w:tc>
        <w:tc>
          <w:tcPr>
            <w:tcW w:w="85" w:type="dxa"/>
          </w:tcPr>
          <w:p w:rsidR="00FB2ACF" w:rsidRPr="00635E8A" w:rsidRDefault="00FB2ACF" w:rsidP="003308B9">
            <w:pPr>
              <w:rPr>
                <w:rFonts w:ascii="Arial" w:hAnsi="Arial" w:cs="Arial"/>
              </w:rPr>
            </w:pPr>
          </w:p>
        </w:tc>
        <w:tc>
          <w:tcPr>
            <w:tcW w:w="6997" w:type="dxa"/>
          </w:tcPr>
          <w:p w:rsidR="00FB2ACF" w:rsidRPr="003C626B" w:rsidRDefault="00FB2ACF" w:rsidP="003308B9">
            <w:pPr>
              <w:rPr>
                <w:rFonts w:ascii="Arial" w:hAnsi="Arial" w:cs="Arial"/>
              </w:rPr>
            </w:pPr>
            <w:r w:rsidRPr="00635E8A">
              <w:rPr>
                <w:rFonts w:ascii="Arial" w:hAnsi="Arial" w:cs="Arial"/>
              </w:rPr>
              <w:t xml:space="preserve">tot </w:t>
            </w:r>
            <w:r w:rsidR="00CB56AD" w:rsidRPr="00635E8A">
              <w:rPr>
                <w:rFonts w:ascii="Arial" w:hAnsi="Arial" w:cs="Arial"/>
              </w:rPr>
              <w:t>17,5</w:t>
            </w:r>
            <w:r w:rsidRPr="00635E8A">
              <w:rPr>
                <w:rFonts w:ascii="Arial" w:hAnsi="Arial" w:cs="Arial"/>
              </w:rPr>
              <w:t xml:space="preserve"> cm (zonder </w:t>
            </w:r>
            <w:r w:rsidR="001237D2" w:rsidRPr="00635E8A">
              <w:rPr>
                <w:rFonts w:ascii="Arial" w:hAnsi="Arial" w:cs="Arial"/>
              </w:rPr>
              <w:t xml:space="preserve">de hoogte van de </w:t>
            </w:r>
            <w:r w:rsidRPr="00635E8A">
              <w:rPr>
                <w:rFonts w:ascii="Arial" w:hAnsi="Arial" w:cs="Arial"/>
              </w:rPr>
              <w:t>tegelopbouw)</w:t>
            </w:r>
          </w:p>
        </w:tc>
      </w:tr>
    </w:tbl>
    <w:p w:rsidR="00B675DB" w:rsidRPr="003C626B" w:rsidRDefault="00B675DB" w:rsidP="00B675DB">
      <w:pPr>
        <w:pStyle w:val="Bulleted1"/>
        <w:numPr>
          <w:ilvl w:val="0"/>
          <w:numId w:val="0"/>
        </w:numPr>
        <w:ind w:left="397" w:hanging="397"/>
        <w:rPr>
          <w:rFonts w:ascii="Arial" w:hAnsi="Arial" w:cs="Arial"/>
        </w:rPr>
      </w:pPr>
    </w:p>
    <w:p w:rsidR="00CE6AC8" w:rsidRPr="003C626B" w:rsidRDefault="00D07849" w:rsidP="00B675DB">
      <w:pPr>
        <w:pStyle w:val="Bulleted1"/>
        <w:numPr>
          <w:ilvl w:val="0"/>
          <w:numId w:val="0"/>
        </w:numPr>
        <w:ind w:left="397" w:hanging="397"/>
        <w:rPr>
          <w:rFonts w:ascii="Arial" w:hAnsi="Arial" w:cs="Arial"/>
        </w:rPr>
      </w:pPr>
      <w:r w:rsidRPr="003C626B">
        <w:rPr>
          <w:rFonts w:ascii="Arial" w:hAnsi="Arial" w:cs="Arial"/>
        </w:rPr>
        <w:t>Opm</w:t>
      </w:r>
      <w:r w:rsidR="00831680" w:rsidRPr="003C626B">
        <w:rPr>
          <w:rFonts w:ascii="Arial" w:hAnsi="Arial" w:cs="Arial"/>
        </w:rPr>
        <w:t>.</w:t>
      </w:r>
      <w:r w:rsidR="00CF1531" w:rsidRPr="003C626B">
        <w:rPr>
          <w:rFonts w:ascii="Arial" w:hAnsi="Arial" w:cs="Arial"/>
        </w:rPr>
        <w:t>:</w:t>
      </w:r>
      <w:r w:rsidRPr="003C626B">
        <w:rPr>
          <w:rFonts w:ascii="Arial" w:hAnsi="Arial" w:cs="Arial"/>
        </w:rPr>
        <w:t xml:space="preserve"> de minimale</w:t>
      </w:r>
      <w:r w:rsidR="00831680" w:rsidRPr="003C626B">
        <w:rPr>
          <w:rFonts w:ascii="Arial" w:hAnsi="Arial" w:cs="Arial"/>
        </w:rPr>
        <w:t xml:space="preserve"> hoogte van de</w:t>
      </w:r>
      <w:r w:rsidRPr="003C626B">
        <w:rPr>
          <w:rFonts w:ascii="Arial" w:hAnsi="Arial" w:cs="Arial"/>
        </w:rPr>
        <w:t xml:space="preserve"> tegelopbouw om de douchegoot in weg te werken is 0,8 cm</w:t>
      </w:r>
    </w:p>
    <w:p w:rsidR="008D0552" w:rsidRPr="003C626B" w:rsidRDefault="00016FF3" w:rsidP="008D0552">
      <w:pPr>
        <w:pStyle w:val="Heading1"/>
        <w:rPr>
          <w:rFonts w:ascii="Arial" w:hAnsi="Arial" w:cs="Arial"/>
          <w:b/>
        </w:rPr>
      </w:pPr>
      <w:r w:rsidRPr="003C626B">
        <w:rPr>
          <w:rFonts w:ascii="Arial" w:hAnsi="Arial" w:cs="Arial"/>
          <w:b/>
        </w:rPr>
        <w:t>Plaatsing</w:t>
      </w:r>
    </w:p>
    <w:p w:rsidR="008C0266" w:rsidRPr="003C626B" w:rsidRDefault="00016FF3" w:rsidP="00016FF3">
      <w:pPr>
        <w:pStyle w:val="Bulleted1"/>
        <w:numPr>
          <w:ilvl w:val="0"/>
          <w:numId w:val="0"/>
        </w:numPr>
        <w:rPr>
          <w:rFonts w:ascii="Arial" w:hAnsi="Arial" w:cs="Arial"/>
        </w:rPr>
      </w:pPr>
      <w:r w:rsidRPr="003C626B">
        <w:rPr>
          <w:rFonts w:ascii="Arial" w:hAnsi="Arial" w:cs="Arial"/>
        </w:rPr>
        <w:t>Volgens de richtlijnen van de fabrikant</w:t>
      </w:r>
    </w:p>
    <w:p w:rsidR="006F3011" w:rsidRPr="003C626B" w:rsidRDefault="006F3011" w:rsidP="006F3011">
      <w:pPr>
        <w:pStyle w:val="Heading1"/>
        <w:rPr>
          <w:rFonts w:ascii="Arial" w:hAnsi="Arial" w:cs="Arial"/>
          <w:b/>
        </w:rPr>
      </w:pPr>
      <w:r w:rsidRPr="003C626B">
        <w:rPr>
          <w:rFonts w:ascii="Arial" w:hAnsi="Arial" w:cs="Arial"/>
          <w:b/>
        </w:rPr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2"/>
        <w:gridCol w:w="2977"/>
        <w:gridCol w:w="4076"/>
      </w:tblGrid>
      <w:tr w:rsidR="00CB56AD" w:rsidRPr="003C626B" w:rsidTr="00CB56AD">
        <w:trPr>
          <w:trHeight w:hRule="exact" w:val="2774"/>
        </w:trPr>
        <w:tc>
          <w:tcPr>
            <w:tcW w:w="2972" w:type="dxa"/>
            <w:vAlign w:val="bottom"/>
          </w:tcPr>
          <w:p w:rsidR="00CB56AD" w:rsidRPr="003C626B" w:rsidRDefault="00CB56AD" w:rsidP="009C6207">
            <w:pPr>
              <w:rPr>
                <w:rFonts w:ascii="Arial" w:hAnsi="Arial" w:cs="Arial"/>
              </w:rPr>
            </w:pPr>
            <w:bookmarkStart w:id="1" w:name="_Hlk39065217"/>
            <w:r w:rsidRPr="003C626B">
              <w:rPr>
                <w:rFonts w:ascii="Arial" w:hAnsi="Arial" w:cs="Arial"/>
                <w:noProof/>
              </w:rPr>
              <w:drawing>
                <wp:inline distT="0" distB="0" distL="0" distR="0" wp14:anchorId="4704DEC8" wp14:editId="5EF8D491">
                  <wp:extent cx="1750060" cy="1465580"/>
                  <wp:effectExtent l="0" t="0" r="2540" b="127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50060" cy="14655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77" w:type="dxa"/>
            <w:vAlign w:val="bottom"/>
          </w:tcPr>
          <w:p w:rsidR="00CB56AD" w:rsidRPr="003C626B" w:rsidRDefault="00CB56AD" w:rsidP="009C6207">
            <w:pPr>
              <w:jc w:val="center"/>
              <w:rPr>
                <w:rFonts w:ascii="Arial" w:hAnsi="Arial" w:cs="Arial"/>
              </w:rPr>
            </w:pPr>
            <w:r w:rsidRPr="003C626B">
              <w:rPr>
                <w:rFonts w:ascii="Arial" w:hAnsi="Arial" w:cs="Arial"/>
                <w:noProof/>
              </w:rPr>
              <w:drawing>
                <wp:inline distT="0" distB="0" distL="0" distR="0" wp14:anchorId="1BEA21E7" wp14:editId="648C9F77">
                  <wp:extent cx="1753235" cy="1681480"/>
                  <wp:effectExtent l="0" t="0" r="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53235" cy="16814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6" w:type="dxa"/>
            <w:vAlign w:val="bottom"/>
          </w:tcPr>
          <w:p w:rsidR="00CB56AD" w:rsidRPr="003C626B" w:rsidRDefault="00CB56AD" w:rsidP="009C6207">
            <w:pPr>
              <w:rPr>
                <w:rFonts w:ascii="Arial" w:hAnsi="Arial" w:cs="Arial"/>
              </w:rPr>
            </w:pPr>
            <w:r w:rsidRPr="003C626B">
              <w:rPr>
                <w:rFonts w:ascii="Arial" w:hAnsi="Arial" w:cs="Arial"/>
                <w:noProof/>
              </w:rPr>
              <w:drawing>
                <wp:inline distT="0" distB="0" distL="0" distR="0" wp14:anchorId="5D272FD3" wp14:editId="16AC65E5">
                  <wp:extent cx="2451100" cy="1371600"/>
                  <wp:effectExtent l="0" t="0" r="635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51100" cy="1371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1"/>
    <w:p w:rsidR="00987539" w:rsidRPr="003C626B" w:rsidRDefault="00532386" w:rsidP="00854FEE">
      <w:pPr>
        <w:pStyle w:val="Bulleted1"/>
        <w:numPr>
          <w:ilvl w:val="0"/>
          <w:numId w:val="0"/>
        </w:numPr>
        <w:rPr>
          <w:rFonts w:ascii="Arial" w:hAnsi="Arial" w:cs="Arial"/>
        </w:rPr>
      </w:pPr>
      <w:r w:rsidRPr="003C626B">
        <w:rPr>
          <w:rFonts w:ascii="Arial" w:hAnsi="Arial" w:cs="Arial"/>
        </w:rPr>
        <w:t>legende:</w:t>
      </w:r>
    </w:p>
    <w:p w:rsidR="003308B9" w:rsidRPr="00635E8A" w:rsidRDefault="003308B9" w:rsidP="00854FEE">
      <w:pPr>
        <w:pStyle w:val="Bulleted1"/>
        <w:numPr>
          <w:ilvl w:val="0"/>
          <w:numId w:val="0"/>
        </w:numPr>
        <w:rPr>
          <w:rFonts w:ascii="Arial" w:hAnsi="Arial" w:cs="Arial"/>
        </w:rPr>
      </w:pPr>
      <w:r w:rsidRPr="00635E8A">
        <w:rPr>
          <w:rFonts w:ascii="Arial" w:hAnsi="Arial" w:cs="Arial"/>
        </w:rPr>
        <w:t xml:space="preserve">d = </w:t>
      </w:r>
      <w:r w:rsidR="00EE5476" w:rsidRPr="00635E8A">
        <w:rPr>
          <w:rFonts w:ascii="Arial" w:hAnsi="Arial" w:cs="Arial"/>
        </w:rPr>
        <w:t>4</w:t>
      </w:r>
      <w:r w:rsidRPr="00635E8A">
        <w:rPr>
          <w:rFonts w:ascii="Arial" w:hAnsi="Arial" w:cs="Arial"/>
        </w:rPr>
        <w:t>0</w:t>
      </w:r>
      <w:r w:rsidR="0003312E" w:rsidRPr="00635E8A">
        <w:rPr>
          <w:rFonts w:ascii="Arial" w:hAnsi="Arial" w:cs="Arial"/>
        </w:rPr>
        <w:t xml:space="preserve"> </w:t>
      </w:r>
      <w:r w:rsidRPr="00635E8A">
        <w:rPr>
          <w:rFonts w:ascii="Arial" w:hAnsi="Arial" w:cs="Arial"/>
        </w:rPr>
        <w:t>mm</w:t>
      </w:r>
    </w:p>
    <w:p w:rsidR="00532386" w:rsidRPr="00635E8A" w:rsidRDefault="00532386" w:rsidP="00854FEE">
      <w:pPr>
        <w:pStyle w:val="Bulleted1"/>
        <w:numPr>
          <w:ilvl w:val="0"/>
          <w:numId w:val="0"/>
        </w:numPr>
        <w:rPr>
          <w:rFonts w:ascii="Arial" w:hAnsi="Arial" w:cs="Arial"/>
        </w:rPr>
      </w:pPr>
      <w:r w:rsidRPr="00635E8A">
        <w:rPr>
          <w:rFonts w:ascii="Arial" w:hAnsi="Arial" w:cs="Arial"/>
        </w:rPr>
        <w:t xml:space="preserve">L = </w:t>
      </w:r>
      <w:r w:rsidR="0003312E" w:rsidRPr="00635E8A">
        <w:rPr>
          <w:rFonts w:ascii="Arial" w:hAnsi="Arial" w:cs="Arial"/>
        </w:rPr>
        <w:t>30 cm</w:t>
      </w:r>
    </w:p>
    <w:p w:rsidR="00532386" w:rsidRPr="00635E8A" w:rsidRDefault="0003312E" w:rsidP="00854FEE">
      <w:pPr>
        <w:pStyle w:val="Bulleted1"/>
        <w:numPr>
          <w:ilvl w:val="0"/>
          <w:numId w:val="0"/>
        </w:numPr>
        <w:rPr>
          <w:rFonts w:ascii="Arial" w:hAnsi="Arial" w:cs="Arial"/>
        </w:rPr>
      </w:pPr>
      <w:r w:rsidRPr="00635E8A">
        <w:rPr>
          <w:rFonts w:ascii="Arial" w:hAnsi="Arial" w:cs="Arial"/>
        </w:rPr>
        <w:t>L1</w:t>
      </w:r>
      <w:r w:rsidR="00532386" w:rsidRPr="00635E8A">
        <w:rPr>
          <w:rFonts w:ascii="Arial" w:hAnsi="Arial" w:cs="Arial"/>
        </w:rPr>
        <w:t xml:space="preserve"> = </w:t>
      </w:r>
      <w:r w:rsidRPr="00635E8A">
        <w:rPr>
          <w:rFonts w:ascii="Arial" w:hAnsi="Arial" w:cs="Arial"/>
        </w:rPr>
        <w:t>35,8 cm</w:t>
      </w:r>
    </w:p>
    <w:p w:rsidR="00532386" w:rsidRPr="00635E8A" w:rsidRDefault="0003312E" w:rsidP="00854FEE">
      <w:pPr>
        <w:pStyle w:val="Bulleted1"/>
        <w:numPr>
          <w:ilvl w:val="0"/>
          <w:numId w:val="0"/>
        </w:numPr>
        <w:rPr>
          <w:rFonts w:ascii="Arial" w:hAnsi="Arial" w:cs="Arial"/>
        </w:rPr>
      </w:pPr>
      <w:r w:rsidRPr="00635E8A">
        <w:rPr>
          <w:rFonts w:ascii="Arial" w:hAnsi="Arial" w:cs="Arial"/>
        </w:rPr>
        <w:t>B</w:t>
      </w:r>
      <w:r w:rsidR="00532386" w:rsidRPr="00635E8A">
        <w:rPr>
          <w:rFonts w:ascii="Arial" w:hAnsi="Arial" w:cs="Arial"/>
        </w:rPr>
        <w:t xml:space="preserve"> = </w:t>
      </w:r>
      <w:r w:rsidRPr="00635E8A">
        <w:rPr>
          <w:rFonts w:ascii="Arial" w:hAnsi="Arial" w:cs="Arial"/>
        </w:rPr>
        <w:t>13 cm</w:t>
      </w:r>
    </w:p>
    <w:p w:rsidR="0003312E" w:rsidRPr="00635E8A" w:rsidRDefault="0003312E" w:rsidP="00854FEE">
      <w:pPr>
        <w:pStyle w:val="Bulleted1"/>
        <w:numPr>
          <w:ilvl w:val="0"/>
          <w:numId w:val="0"/>
        </w:numPr>
        <w:rPr>
          <w:rFonts w:ascii="Arial" w:hAnsi="Arial" w:cs="Arial"/>
        </w:rPr>
      </w:pPr>
      <w:r w:rsidRPr="00635E8A">
        <w:rPr>
          <w:rFonts w:ascii="Arial" w:hAnsi="Arial" w:cs="Arial"/>
        </w:rPr>
        <w:t xml:space="preserve">H = </w:t>
      </w:r>
      <w:r w:rsidR="00EE5476" w:rsidRPr="00635E8A">
        <w:rPr>
          <w:rFonts w:ascii="Arial" w:hAnsi="Arial" w:cs="Arial"/>
        </w:rPr>
        <w:t>6,5</w:t>
      </w:r>
      <w:r w:rsidRPr="00635E8A">
        <w:rPr>
          <w:rFonts w:ascii="Arial" w:hAnsi="Arial" w:cs="Arial"/>
        </w:rPr>
        <w:t xml:space="preserve"> cm</w:t>
      </w:r>
    </w:p>
    <w:p w:rsidR="0003312E" w:rsidRPr="00635E8A" w:rsidRDefault="0003312E" w:rsidP="00854FEE">
      <w:pPr>
        <w:pStyle w:val="Bulleted1"/>
        <w:numPr>
          <w:ilvl w:val="0"/>
          <w:numId w:val="0"/>
        </w:numPr>
        <w:rPr>
          <w:rFonts w:ascii="Arial" w:hAnsi="Arial" w:cs="Arial"/>
        </w:rPr>
      </w:pPr>
      <w:r w:rsidRPr="00635E8A">
        <w:rPr>
          <w:rFonts w:ascii="Arial" w:hAnsi="Arial" w:cs="Arial"/>
        </w:rPr>
        <w:t xml:space="preserve">H1 = </w:t>
      </w:r>
      <w:r w:rsidR="00EE5476" w:rsidRPr="00635E8A">
        <w:rPr>
          <w:rFonts w:ascii="Arial" w:hAnsi="Arial" w:cs="Arial"/>
        </w:rPr>
        <w:t>6,5</w:t>
      </w:r>
      <w:r w:rsidRPr="00635E8A">
        <w:rPr>
          <w:rFonts w:ascii="Arial" w:hAnsi="Arial" w:cs="Arial"/>
        </w:rPr>
        <w:t xml:space="preserve"> – </w:t>
      </w:r>
      <w:r w:rsidR="00EE5476" w:rsidRPr="00635E8A">
        <w:rPr>
          <w:rFonts w:ascii="Arial" w:hAnsi="Arial" w:cs="Arial"/>
        </w:rPr>
        <w:t>17,5</w:t>
      </w:r>
      <w:r w:rsidRPr="00635E8A">
        <w:rPr>
          <w:rFonts w:ascii="Arial" w:hAnsi="Arial" w:cs="Arial"/>
        </w:rPr>
        <w:t xml:space="preserve"> cm</w:t>
      </w:r>
    </w:p>
    <w:p w:rsidR="0003312E" w:rsidRPr="003C626B" w:rsidRDefault="00EE5476" w:rsidP="00854FEE">
      <w:pPr>
        <w:pStyle w:val="Bulleted1"/>
        <w:numPr>
          <w:ilvl w:val="0"/>
          <w:numId w:val="0"/>
        </w:numPr>
        <w:rPr>
          <w:rFonts w:ascii="Arial" w:hAnsi="Arial" w:cs="Arial"/>
        </w:rPr>
      </w:pPr>
      <w:r w:rsidRPr="00635E8A">
        <w:rPr>
          <w:rFonts w:ascii="Arial" w:hAnsi="Arial" w:cs="Arial"/>
        </w:rPr>
        <w:t>h</w:t>
      </w:r>
      <w:r w:rsidR="0003312E" w:rsidRPr="00635E8A">
        <w:rPr>
          <w:rFonts w:ascii="Arial" w:hAnsi="Arial" w:cs="Arial"/>
        </w:rPr>
        <w:t xml:space="preserve"> = </w:t>
      </w:r>
      <w:r w:rsidRPr="00635E8A">
        <w:rPr>
          <w:rFonts w:ascii="Arial" w:hAnsi="Arial" w:cs="Arial"/>
        </w:rPr>
        <w:t>3</w:t>
      </w:r>
      <w:r w:rsidR="0003312E" w:rsidRPr="00635E8A">
        <w:rPr>
          <w:rFonts w:ascii="Arial" w:hAnsi="Arial" w:cs="Arial"/>
        </w:rPr>
        <w:t>,2 cm</w:t>
      </w:r>
    </w:p>
    <w:p w:rsidR="00987539" w:rsidRPr="003C626B" w:rsidRDefault="00987539" w:rsidP="00854FEE">
      <w:pPr>
        <w:pStyle w:val="Bulleted1"/>
        <w:numPr>
          <w:ilvl w:val="0"/>
          <w:numId w:val="0"/>
        </w:numPr>
        <w:rPr>
          <w:rFonts w:ascii="Arial" w:hAnsi="Arial" w:cs="Arial"/>
        </w:rPr>
      </w:pPr>
      <w:bookmarkStart w:id="2" w:name="_GoBack"/>
      <w:bookmarkEnd w:id="2"/>
    </w:p>
    <w:sectPr w:rsidR="00987539" w:rsidRPr="003C626B" w:rsidSect="00832A3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D60AD" w:rsidRDefault="003D60AD">
      <w:r>
        <w:separator/>
      </w:r>
    </w:p>
  </w:endnote>
  <w:endnote w:type="continuationSeparator" w:id="0">
    <w:p w:rsidR="003D60AD" w:rsidRDefault="003D60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D67D8" w:rsidRDefault="003D67D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3308B9" w:rsidRPr="00292A26">
      <w:tc>
        <w:tcPr>
          <w:tcW w:w="3392" w:type="dxa"/>
        </w:tcPr>
        <w:p w:rsidR="003308B9" w:rsidRDefault="003308B9" w:rsidP="00EC05E6">
          <w:pPr>
            <w:pStyle w:val="Footer"/>
          </w:pPr>
          <w:r>
            <w:rPr>
              <w:rFonts w:ascii="Arial" w:hAnsi="Arial"/>
            </w:rPr>
            <w:t>versie 01.00</w:t>
          </w:r>
        </w:p>
      </w:tc>
      <w:tc>
        <w:tcPr>
          <w:tcW w:w="3392" w:type="dxa"/>
        </w:tcPr>
        <w:p w:rsidR="003308B9" w:rsidRDefault="003308B9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:rsidR="003308B9" w:rsidRPr="00292A26" w:rsidRDefault="003308B9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:rsidR="003308B9" w:rsidRPr="00292A26" w:rsidRDefault="003308B9">
    <w:pPr>
      <w:rPr>
        <w:rFonts w:ascii="Arial" w:hAnsi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D67D8" w:rsidRDefault="003D67D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D60AD" w:rsidRDefault="003D60AD">
      <w:r>
        <w:separator/>
      </w:r>
    </w:p>
  </w:footnote>
  <w:footnote w:type="continuationSeparator" w:id="0">
    <w:p w:rsidR="003D60AD" w:rsidRDefault="003D60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D67D8" w:rsidRDefault="003D67D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308B9" w:rsidRPr="00B64DD5" w:rsidRDefault="003308B9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r>
      <w:rPr>
        <w:rFonts w:ascii="Arial" w:hAnsi="Arial"/>
        <w:b/>
      </w:rPr>
      <w:t xml:space="preserve">douchegoot </w:t>
    </w:r>
    <w:proofErr w:type="spellStart"/>
    <w:r>
      <w:rPr>
        <w:rFonts w:ascii="Arial" w:hAnsi="Arial"/>
        <w:b/>
      </w:rPr>
      <w:t>CleanLine</w:t>
    </w:r>
    <w:proofErr w:type="spellEnd"/>
    <w:r>
      <w:rPr>
        <w:rFonts w:ascii="Arial" w:hAnsi="Arial"/>
        <w:b/>
      </w:rPr>
      <w:t>,</w:t>
    </w:r>
    <w:r w:rsidRPr="00B64DD5">
      <w:rPr>
        <w:rFonts w:ascii="Arial" w:hAnsi="Arial"/>
        <w:b/>
      </w:rPr>
      <w:tab/>
    </w:r>
    <w:r>
      <w:rPr>
        <w:rFonts w:ascii="Arial" w:hAnsi="Arial"/>
        <w:b/>
        <w:noProof/>
        <w:sz w:val="20"/>
        <w:vertAlign w:val="superscript"/>
      </w:rPr>
      <w:drawing>
        <wp:inline distT="0" distB="0" distL="0" distR="0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3308B9" w:rsidRPr="00B64DD5" w:rsidRDefault="003308B9" w:rsidP="00080B0F">
    <w:pPr>
      <w:pStyle w:val="Header"/>
      <w:rPr>
        <w:rFonts w:ascii="Arial" w:hAnsi="Arial"/>
        <w:b/>
      </w:rPr>
    </w:pPr>
    <w:r>
      <w:rPr>
        <w:rFonts w:ascii="Arial" w:hAnsi="Arial"/>
        <w:b/>
      </w:rPr>
      <w:t>toebehoren: sifon met een van het</w:t>
    </w:r>
    <w:r>
      <w:rPr>
        <w:rFonts w:ascii="Arial" w:hAnsi="Arial"/>
        <w:b/>
      </w:rPr>
      <w:br/>
      <w:t xml:space="preserve">waterslot van </w:t>
    </w:r>
    <w:r w:rsidR="00EF200A">
      <w:rPr>
        <w:rFonts w:ascii="Arial" w:hAnsi="Arial"/>
        <w:b/>
      </w:rPr>
      <w:t>3</w:t>
    </w:r>
    <w:r>
      <w:rPr>
        <w:rFonts w:ascii="Arial" w:hAnsi="Arial"/>
        <w:b/>
      </w:rPr>
      <w:t xml:space="preserve"> cm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D67D8" w:rsidRDefault="003D67D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6"/>
  </w:num>
  <w:num w:numId="2">
    <w:abstractNumId w:val="22"/>
  </w:num>
  <w:num w:numId="3">
    <w:abstractNumId w:val="4"/>
  </w:num>
  <w:num w:numId="4">
    <w:abstractNumId w:val="3"/>
  </w:num>
  <w:num w:numId="5">
    <w:abstractNumId w:val="13"/>
  </w:num>
  <w:num w:numId="6">
    <w:abstractNumId w:val="15"/>
  </w:num>
  <w:num w:numId="7">
    <w:abstractNumId w:val="6"/>
  </w:num>
  <w:num w:numId="8">
    <w:abstractNumId w:val="19"/>
  </w:num>
  <w:num w:numId="9">
    <w:abstractNumId w:val="25"/>
  </w:num>
  <w:num w:numId="10">
    <w:abstractNumId w:val="2"/>
  </w:num>
  <w:num w:numId="11">
    <w:abstractNumId w:val="12"/>
  </w:num>
  <w:num w:numId="12">
    <w:abstractNumId w:val="11"/>
  </w:num>
  <w:num w:numId="13">
    <w:abstractNumId w:val="24"/>
  </w:num>
  <w:num w:numId="14">
    <w:abstractNumId w:val="7"/>
  </w:num>
  <w:num w:numId="15">
    <w:abstractNumId w:val="0"/>
  </w:num>
  <w:num w:numId="16">
    <w:abstractNumId w:val="10"/>
  </w:num>
  <w:num w:numId="17">
    <w:abstractNumId w:val="5"/>
  </w:num>
  <w:num w:numId="18">
    <w:abstractNumId w:val="20"/>
  </w:num>
  <w:num w:numId="19">
    <w:abstractNumId w:val="21"/>
  </w:num>
  <w:num w:numId="20">
    <w:abstractNumId w:val="18"/>
  </w:num>
  <w:num w:numId="21">
    <w:abstractNumId w:val="17"/>
  </w:num>
  <w:num w:numId="22">
    <w:abstractNumId w:val="14"/>
  </w:num>
  <w:num w:numId="23">
    <w:abstractNumId w:val="23"/>
  </w:num>
  <w:num w:numId="24">
    <w:abstractNumId w:val="8"/>
  </w:num>
  <w:num w:numId="25">
    <w:abstractNumId w:val="9"/>
  </w:num>
  <w:num w:numId="26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659D"/>
    <w:rsid w:val="00007EC2"/>
    <w:rsid w:val="000151C3"/>
    <w:rsid w:val="00016FF3"/>
    <w:rsid w:val="00020AD0"/>
    <w:rsid w:val="000221DA"/>
    <w:rsid w:val="000268CF"/>
    <w:rsid w:val="00027C6F"/>
    <w:rsid w:val="00030BCD"/>
    <w:rsid w:val="00032772"/>
    <w:rsid w:val="0003312E"/>
    <w:rsid w:val="00034F21"/>
    <w:rsid w:val="000350EE"/>
    <w:rsid w:val="00041BD2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259B"/>
    <w:rsid w:val="000705ED"/>
    <w:rsid w:val="00076AAD"/>
    <w:rsid w:val="0007796E"/>
    <w:rsid w:val="00080B0F"/>
    <w:rsid w:val="00081315"/>
    <w:rsid w:val="00085A0C"/>
    <w:rsid w:val="00086176"/>
    <w:rsid w:val="0009240B"/>
    <w:rsid w:val="00094351"/>
    <w:rsid w:val="000951E0"/>
    <w:rsid w:val="000A0304"/>
    <w:rsid w:val="000A13DD"/>
    <w:rsid w:val="000A193A"/>
    <w:rsid w:val="000A4E1B"/>
    <w:rsid w:val="000A7091"/>
    <w:rsid w:val="000A7126"/>
    <w:rsid w:val="000B0893"/>
    <w:rsid w:val="000B2CEC"/>
    <w:rsid w:val="000B490E"/>
    <w:rsid w:val="000B5562"/>
    <w:rsid w:val="000B5DD7"/>
    <w:rsid w:val="000B640D"/>
    <w:rsid w:val="000C0B99"/>
    <w:rsid w:val="000C4F0B"/>
    <w:rsid w:val="000C690D"/>
    <w:rsid w:val="000D016D"/>
    <w:rsid w:val="000D1767"/>
    <w:rsid w:val="000D2B3D"/>
    <w:rsid w:val="000D382A"/>
    <w:rsid w:val="000D3AFC"/>
    <w:rsid w:val="000E19F8"/>
    <w:rsid w:val="000E4E64"/>
    <w:rsid w:val="000E6962"/>
    <w:rsid w:val="000F3A52"/>
    <w:rsid w:val="000F7E1A"/>
    <w:rsid w:val="001008E9"/>
    <w:rsid w:val="001013B9"/>
    <w:rsid w:val="00101998"/>
    <w:rsid w:val="00102905"/>
    <w:rsid w:val="0010364E"/>
    <w:rsid w:val="0010510C"/>
    <w:rsid w:val="00107BD4"/>
    <w:rsid w:val="00111D93"/>
    <w:rsid w:val="00115702"/>
    <w:rsid w:val="001165B1"/>
    <w:rsid w:val="00120CA6"/>
    <w:rsid w:val="00121823"/>
    <w:rsid w:val="001237D2"/>
    <w:rsid w:val="0012409F"/>
    <w:rsid w:val="0013316F"/>
    <w:rsid w:val="0013512D"/>
    <w:rsid w:val="00140353"/>
    <w:rsid w:val="00140842"/>
    <w:rsid w:val="0014136A"/>
    <w:rsid w:val="00143C7B"/>
    <w:rsid w:val="00152D82"/>
    <w:rsid w:val="00153C00"/>
    <w:rsid w:val="00153C75"/>
    <w:rsid w:val="00154B99"/>
    <w:rsid w:val="00155BA4"/>
    <w:rsid w:val="001577D6"/>
    <w:rsid w:val="00157D48"/>
    <w:rsid w:val="00160BD2"/>
    <w:rsid w:val="00162C34"/>
    <w:rsid w:val="001755CC"/>
    <w:rsid w:val="001755E5"/>
    <w:rsid w:val="00181354"/>
    <w:rsid w:val="00184EC6"/>
    <w:rsid w:val="001879EF"/>
    <w:rsid w:val="001928A1"/>
    <w:rsid w:val="00193E0D"/>
    <w:rsid w:val="001A6724"/>
    <w:rsid w:val="001B5080"/>
    <w:rsid w:val="001B5201"/>
    <w:rsid w:val="001B72F7"/>
    <w:rsid w:val="001B76D0"/>
    <w:rsid w:val="001B7A85"/>
    <w:rsid w:val="001B7B72"/>
    <w:rsid w:val="001B7BED"/>
    <w:rsid w:val="001C1CA3"/>
    <w:rsid w:val="001C4ADA"/>
    <w:rsid w:val="001C5873"/>
    <w:rsid w:val="001C624D"/>
    <w:rsid w:val="001C7BC7"/>
    <w:rsid w:val="001D0648"/>
    <w:rsid w:val="001D5DD5"/>
    <w:rsid w:val="001D79B0"/>
    <w:rsid w:val="001E3C5D"/>
    <w:rsid w:val="001E643E"/>
    <w:rsid w:val="001F0B2D"/>
    <w:rsid w:val="001F20D6"/>
    <w:rsid w:val="001F274C"/>
    <w:rsid w:val="001F3DE7"/>
    <w:rsid w:val="001F69E2"/>
    <w:rsid w:val="001F71C1"/>
    <w:rsid w:val="0020639C"/>
    <w:rsid w:val="00206B65"/>
    <w:rsid w:val="0021689F"/>
    <w:rsid w:val="0021757C"/>
    <w:rsid w:val="00217D8E"/>
    <w:rsid w:val="00223BBE"/>
    <w:rsid w:val="002241EC"/>
    <w:rsid w:val="00224E30"/>
    <w:rsid w:val="00225933"/>
    <w:rsid w:val="00232881"/>
    <w:rsid w:val="002366E2"/>
    <w:rsid w:val="002367CD"/>
    <w:rsid w:val="002427CC"/>
    <w:rsid w:val="00243C4C"/>
    <w:rsid w:val="002440EB"/>
    <w:rsid w:val="00245BB4"/>
    <w:rsid w:val="002476DA"/>
    <w:rsid w:val="00247EE2"/>
    <w:rsid w:val="00250037"/>
    <w:rsid w:val="00250726"/>
    <w:rsid w:val="002513A0"/>
    <w:rsid w:val="002536FD"/>
    <w:rsid w:val="00253DE2"/>
    <w:rsid w:val="00254045"/>
    <w:rsid w:val="00254C3B"/>
    <w:rsid w:val="00255C9F"/>
    <w:rsid w:val="002571A0"/>
    <w:rsid w:val="00257F2F"/>
    <w:rsid w:val="002610D2"/>
    <w:rsid w:val="002626A3"/>
    <w:rsid w:val="00262E19"/>
    <w:rsid w:val="002704F7"/>
    <w:rsid w:val="00271125"/>
    <w:rsid w:val="00272819"/>
    <w:rsid w:val="00277F96"/>
    <w:rsid w:val="00282518"/>
    <w:rsid w:val="00282C9E"/>
    <w:rsid w:val="00285CA2"/>
    <w:rsid w:val="00286BEA"/>
    <w:rsid w:val="00286F2C"/>
    <w:rsid w:val="0028769C"/>
    <w:rsid w:val="00291735"/>
    <w:rsid w:val="002927EA"/>
    <w:rsid w:val="00292A26"/>
    <w:rsid w:val="00294420"/>
    <w:rsid w:val="00294C67"/>
    <w:rsid w:val="00296F73"/>
    <w:rsid w:val="00297424"/>
    <w:rsid w:val="002A352C"/>
    <w:rsid w:val="002A44FE"/>
    <w:rsid w:val="002A46CC"/>
    <w:rsid w:val="002B1898"/>
    <w:rsid w:val="002B1B7D"/>
    <w:rsid w:val="002C0CE6"/>
    <w:rsid w:val="002C3455"/>
    <w:rsid w:val="002D1583"/>
    <w:rsid w:val="002D237E"/>
    <w:rsid w:val="002D4842"/>
    <w:rsid w:val="002D6274"/>
    <w:rsid w:val="002D7DED"/>
    <w:rsid w:val="002E14C4"/>
    <w:rsid w:val="002E33C0"/>
    <w:rsid w:val="002E764C"/>
    <w:rsid w:val="002F1F73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2043B"/>
    <w:rsid w:val="00323382"/>
    <w:rsid w:val="0032621A"/>
    <w:rsid w:val="00327981"/>
    <w:rsid w:val="00327D81"/>
    <w:rsid w:val="003308B9"/>
    <w:rsid w:val="00331246"/>
    <w:rsid w:val="00332202"/>
    <w:rsid w:val="00333378"/>
    <w:rsid w:val="003375FF"/>
    <w:rsid w:val="00341781"/>
    <w:rsid w:val="00342B9F"/>
    <w:rsid w:val="00346C8E"/>
    <w:rsid w:val="003521A1"/>
    <w:rsid w:val="00354759"/>
    <w:rsid w:val="00356956"/>
    <w:rsid w:val="003657E1"/>
    <w:rsid w:val="0036662E"/>
    <w:rsid w:val="00367550"/>
    <w:rsid w:val="0037123D"/>
    <w:rsid w:val="00374722"/>
    <w:rsid w:val="00374FF7"/>
    <w:rsid w:val="00376791"/>
    <w:rsid w:val="003815A1"/>
    <w:rsid w:val="00383AAB"/>
    <w:rsid w:val="00390E6F"/>
    <w:rsid w:val="0039328A"/>
    <w:rsid w:val="003933E3"/>
    <w:rsid w:val="003960C8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3D14"/>
    <w:rsid w:val="003C626B"/>
    <w:rsid w:val="003D02D6"/>
    <w:rsid w:val="003D2AE8"/>
    <w:rsid w:val="003D3AAD"/>
    <w:rsid w:val="003D60AD"/>
    <w:rsid w:val="003D62A2"/>
    <w:rsid w:val="003D67D8"/>
    <w:rsid w:val="003E022F"/>
    <w:rsid w:val="003E149A"/>
    <w:rsid w:val="003E240D"/>
    <w:rsid w:val="003F08F4"/>
    <w:rsid w:val="003F4D6F"/>
    <w:rsid w:val="004046C3"/>
    <w:rsid w:val="004064AB"/>
    <w:rsid w:val="0040662F"/>
    <w:rsid w:val="00411C96"/>
    <w:rsid w:val="00413647"/>
    <w:rsid w:val="00414830"/>
    <w:rsid w:val="004164C8"/>
    <w:rsid w:val="00416879"/>
    <w:rsid w:val="00420970"/>
    <w:rsid w:val="00420ACB"/>
    <w:rsid w:val="0042179C"/>
    <w:rsid w:val="0042190E"/>
    <w:rsid w:val="004226BF"/>
    <w:rsid w:val="00424DB7"/>
    <w:rsid w:val="004259ED"/>
    <w:rsid w:val="00425F16"/>
    <w:rsid w:val="00430F34"/>
    <w:rsid w:val="00431890"/>
    <w:rsid w:val="00432464"/>
    <w:rsid w:val="0043376F"/>
    <w:rsid w:val="00433D73"/>
    <w:rsid w:val="00434C77"/>
    <w:rsid w:val="0043544C"/>
    <w:rsid w:val="00440CA1"/>
    <w:rsid w:val="00445B26"/>
    <w:rsid w:val="00447003"/>
    <w:rsid w:val="00452B5C"/>
    <w:rsid w:val="004539AA"/>
    <w:rsid w:val="00453D46"/>
    <w:rsid w:val="00454541"/>
    <w:rsid w:val="00455918"/>
    <w:rsid w:val="004566A8"/>
    <w:rsid w:val="004605E3"/>
    <w:rsid w:val="004638F2"/>
    <w:rsid w:val="00467091"/>
    <w:rsid w:val="00470CD8"/>
    <w:rsid w:val="004745E4"/>
    <w:rsid w:val="004757D8"/>
    <w:rsid w:val="00475F84"/>
    <w:rsid w:val="0047796A"/>
    <w:rsid w:val="004804B2"/>
    <w:rsid w:val="00480DC2"/>
    <w:rsid w:val="00481B3C"/>
    <w:rsid w:val="00481D6E"/>
    <w:rsid w:val="004844E7"/>
    <w:rsid w:val="00485C0D"/>
    <w:rsid w:val="00485EC8"/>
    <w:rsid w:val="00486E81"/>
    <w:rsid w:val="00490986"/>
    <w:rsid w:val="004924A9"/>
    <w:rsid w:val="004944BC"/>
    <w:rsid w:val="0049487E"/>
    <w:rsid w:val="00496142"/>
    <w:rsid w:val="0049798B"/>
    <w:rsid w:val="004A1A5E"/>
    <w:rsid w:val="004A4F1E"/>
    <w:rsid w:val="004B51F8"/>
    <w:rsid w:val="004B54E0"/>
    <w:rsid w:val="004B7DF3"/>
    <w:rsid w:val="004C2E21"/>
    <w:rsid w:val="004C32D3"/>
    <w:rsid w:val="004D015F"/>
    <w:rsid w:val="004D09DC"/>
    <w:rsid w:val="004D1290"/>
    <w:rsid w:val="004D6724"/>
    <w:rsid w:val="004D6F45"/>
    <w:rsid w:val="004D797A"/>
    <w:rsid w:val="004E0DC8"/>
    <w:rsid w:val="004E37D2"/>
    <w:rsid w:val="004E4C3A"/>
    <w:rsid w:val="004E681D"/>
    <w:rsid w:val="004F1CE9"/>
    <w:rsid w:val="004F21C8"/>
    <w:rsid w:val="004F3446"/>
    <w:rsid w:val="004F429C"/>
    <w:rsid w:val="005036DD"/>
    <w:rsid w:val="0050492F"/>
    <w:rsid w:val="005064F0"/>
    <w:rsid w:val="005111C7"/>
    <w:rsid w:val="005119E2"/>
    <w:rsid w:val="00513E6D"/>
    <w:rsid w:val="0051420F"/>
    <w:rsid w:val="005155C1"/>
    <w:rsid w:val="0052047A"/>
    <w:rsid w:val="00524F1B"/>
    <w:rsid w:val="00532386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5D44"/>
    <w:rsid w:val="00556914"/>
    <w:rsid w:val="00556A26"/>
    <w:rsid w:val="0055762C"/>
    <w:rsid w:val="00557F6C"/>
    <w:rsid w:val="00561EED"/>
    <w:rsid w:val="005628E2"/>
    <w:rsid w:val="00562CFC"/>
    <w:rsid w:val="00564DF7"/>
    <w:rsid w:val="00566F27"/>
    <w:rsid w:val="00567B63"/>
    <w:rsid w:val="00573637"/>
    <w:rsid w:val="00574F19"/>
    <w:rsid w:val="0058037B"/>
    <w:rsid w:val="00580C8D"/>
    <w:rsid w:val="005830D3"/>
    <w:rsid w:val="00587857"/>
    <w:rsid w:val="00587C30"/>
    <w:rsid w:val="005928F6"/>
    <w:rsid w:val="00594C98"/>
    <w:rsid w:val="005A10A7"/>
    <w:rsid w:val="005A1279"/>
    <w:rsid w:val="005A134F"/>
    <w:rsid w:val="005A1616"/>
    <w:rsid w:val="005A7699"/>
    <w:rsid w:val="005B4162"/>
    <w:rsid w:val="005B769F"/>
    <w:rsid w:val="005C12DC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E03E4"/>
    <w:rsid w:val="005E4015"/>
    <w:rsid w:val="005E4FA9"/>
    <w:rsid w:val="005E65D8"/>
    <w:rsid w:val="005E7D15"/>
    <w:rsid w:val="005F18DA"/>
    <w:rsid w:val="005F5F37"/>
    <w:rsid w:val="005F688C"/>
    <w:rsid w:val="005F7BD1"/>
    <w:rsid w:val="00602691"/>
    <w:rsid w:val="00604EEC"/>
    <w:rsid w:val="006072CE"/>
    <w:rsid w:val="006101A0"/>
    <w:rsid w:val="006115CF"/>
    <w:rsid w:val="006127D6"/>
    <w:rsid w:val="0061788B"/>
    <w:rsid w:val="00617FDA"/>
    <w:rsid w:val="0062319E"/>
    <w:rsid w:val="00625C77"/>
    <w:rsid w:val="006265AC"/>
    <w:rsid w:val="00626659"/>
    <w:rsid w:val="00634903"/>
    <w:rsid w:val="00634D17"/>
    <w:rsid w:val="006356F1"/>
    <w:rsid w:val="00635E8A"/>
    <w:rsid w:val="006362BA"/>
    <w:rsid w:val="00637E3A"/>
    <w:rsid w:val="00640B49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3CC8"/>
    <w:rsid w:val="006540BE"/>
    <w:rsid w:val="006544DE"/>
    <w:rsid w:val="00664078"/>
    <w:rsid w:val="0066439F"/>
    <w:rsid w:val="00670227"/>
    <w:rsid w:val="00670CC4"/>
    <w:rsid w:val="00671C4B"/>
    <w:rsid w:val="00672BCB"/>
    <w:rsid w:val="00680228"/>
    <w:rsid w:val="006809FB"/>
    <w:rsid w:val="006857E0"/>
    <w:rsid w:val="00691085"/>
    <w:rsid w:val="00694362"/>
    <w:rsid w:val="00694EDF"/>
    <w:rsid w:val="00695941"/>
    <w:rsid w:val="0069689F"/>
    <w:rsid w:val="00697E29"/>
    <w:rsid w:val="006A06CF"/>
    <w:rsid w:val="006A0B90"/>
    <w:rsid w:val="006A533F"/>
    <w:rsid w:val="006A546B"/>
    <w:rsid w:val="006A60C0"/>
    <w:rsid w:val="006B5256"/>
    <w:rsid w:val="006B6331"/>
    <w:rsid w:val="006B7B03"/>
    <w:rsid w:val="006C0EE1"/>
    <w:rsid w:val="006C7B19"/>
    <w:rsid w:val="006D2D7B"/>
    <w:rsid w:val="006D7788"/>
    <w:rsid w:val="006D7C06"/>
    <w:rsid w:val="006E0046"/>
    <w:rsid w:val="006E2191"/>
    <w:rsid w:val="006E31FC"/>
    <w:rsid w:val="006E4D48"/>
    <w:rsid w:val="006E5470"/>
    <w:rsid w:val="006F06CE"/>
    <w:rsid w:val="006F3011"/>
    <w:rsid w:val="006F5EDD"/>
    <w:rsid w:val="006F6C4A"/>
    <w:rsid w:val="006F7497"/>
    <w:rsid w:val="006F7A21"/>
    <w:rsid w:val="007035A6"/>
    <w:rsid w:val="007045FD"/>
    <w:rsid w:val="00707042"/>
    <w:rsid w:val="00716751"/>
    <w:rsid w:val="00722285"/>
    <w:rsid w:val="00727A84"/>
    <w:rsid w:val="00735DE7"/>
    <w:rsid w:val="007428EE"/>
    <w:rsid w:val="00742BC2"/>
    <w:rsid w:val="007438E1"/>
    <w:rsid w:val="007441E6"/>
    <w:rsid w:val="00746A8B"/>
    <w:rsid w:val="00752302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0A0D"/>
    <w:rsid w:val="00771E82"/>
    <w:rsid w:val="007728AF"/>
    <w:rsid w:val="007733F4"/>
    <w:rsid w:val="0077674C"/>
    <w:rsid w:val="00777F6E"/>
    <w:rsid w:val="00785436"/>
    <w:rsid w:val="00792EFD"/>
    <w:rsid w:val="00797007"/>
    <w:rsid w:val="00797CC2"/>
    <w:rsid w:val="00797D66"/>
    <w:rsid w:val="00797E46"/>
    <w:rsid w:val="007A296F"/>
    <w:rsid w:val="007A31EC"/>
    <w:rsid w:val="007A35B2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B7FA6"/>
    <w:rsid w:val="007C020E"/>
    <w:rsid w:val="007C1163"/>
    <w:rsid w:val="007C145B"/>
    <w:rsid w:val="007C3DF3"/>
    <w:rsid w:val="007C4C10"/>
    <w:rsid w:val="007C60B3"/>
    <w:rsid w:val="007C7FFA"/>
    <w:rsid w:val="007D0BE0"/>
    <w:rsid w:val="007D3795"/>
    <w:rsid w:val="007D3CE3"/>
    <w:rsid w:val="007D6B2C"/>
    <w:rsid w:val="007D6E0D"/>
    <w:rsid w:val="007E03CF"/>
    <w:rsid w:val="007E0CBA"/>
    <w:rsid w:val="007E2BB1"/>
    <w:rsid w:val="007E2EA9"/>
    <w:rsid w:val="007E41D5"/>
    <w:rsid w:val="007E6338"/>
    <w:rsid w:val="007F0223"/>
    <w:rsid w:val="007F1D48"/>
    <w:rsid w:val="008007D6"/>
    <w:rsid w:val="00801CBD"/>
    <w:rsid w:val="008047B5"/>
    <w:rsid w:val="008053D0"/>
    <w:rsid w:val="0081047B"/>
    <w:rsid w:val="0081484D"/>
    <w:rsid w:val="008149AE"/>
    <w:rsid w:val="008205F8"/>
    <w:rsid w:val="00823E62"/>
    <w:rsid w:val="00823FF8"/>
    <w:rsid w:val="00831680"/>
    <w:rsid w:val="00832A37"/>
    <w:rsid w:val="00844AC2"/>
    <w:rsid w:val="008456B4"/>
    <w:rsid w:val="00850934"/>
    <w:rsid w:val="00851C32"/>
    <w:rsid w:val="00854FEE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86D71"/>
    <w:rsid w:val="00890189"/>
    <w:rsid w:val="008931E7"/>
    <w:rsid w:val="008939F1"/>
    <w:rsid w:val="008A287A"/>
    <w:rsid w:val="008A4182"/>
    <w:rsid w:val="008B3B9C"/>
    <w:rsid w:val="008B4545"/>
    <w:rsid w:val="008B5A11"/>
    <w:rsid w:val="008B6803"/>
    <w:rsid w:val="008B7E21"/>
    <w:rsid w:val="008C0266"/>
    <w:rsid w:val="008C1A48"/>
    <w:rsid w:val="008C1F22"/>
    <w:rsid w:val="008C1F52"/>
    <w:rsid w:val="008C4AF9"/>
    <w:rsid w:val="008C6875"/>
    <w:rsid w:val="008D0552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8E"/>
    <w:rsid w:val="00912A4A"/>
    <w:rsid w:val="00913A14"/>
    <w:rsid w:val="00921337"/>
    <w:rsid w:val="00924A9D"/>
    <w:rsid w:val="00926FF6"/>
    <w:rsid w:val="00927E01"/>
    <w:rsid w:val="009336C3"/>
    <w:rsid w:val="00934060"/>
    <w:rsid w:val="009341BA"/>
    <w:rsid w:val="0093511D"/>
    <w:rsid w:val="00940428"/>
    <w:rsid w:val="00940ACD"/>
    <w:rsid w:val="00942D03"/>
    <w:rsid w:val="00945AE1"/>
    <w:rsid w:val="009462A6"/>
    <w:rsid w:val="009468B8"/>
    <w:rsid w:val="009469DB"/>
    <w:rsid w:val="00952758"/>
    <w:rsid w:val="00954A0C"/>
    <w:rsid w:val="00955BCC"/>
    <w:rsid w:val="00957263"/>
    <w:rsid w:val="0096003C"/>
    <w:rsid w:val="009608B4"/>
    <w:rsid w:val="00960A18"/>
    <w:rsid w:val="009622DE"/>
    <w:rsid w:val="00964154"/>
    <w:rsid w:val="009667D8"/>
    <w:rsid w:val="00966D79"/>
    <w:rsid w:val="0097130D"/>
    <w:rsid w:val="00972933"/>
    <w:rsid w:val="00973517"/>
    <w:rsid w:val="00975DB9"/>
    <w:rsid w:val="00976DAC"/>
    <w:rsid w:val="00981CA7"/>
    <w:rsid w:val="0098249D"/>
    <w:rsid w:val="00982785"/>
    <w:rsid w:val="0098307C"/>
    <w:rsid w:val="00983A28"/>
    <w:rsid w:val="00984E63"/>
    <w:rsid w:val="00987539"/>
    <w:rsid w:val="009905DF"/>
    <w:rsid w:val="00991542"/>
    <w:rsid w:val="0099290F"/>
    <w:rsid w:val="00993A0B"/>
    <w:rsid w:val="00993A68"/>
    <w:rsid w:val="009A03C5"/>
    <w:rsid w:val="009A1F47"/>
    <w:rsid w:val="009A4167"/>
    <w:rsid w:val="009A4D96"/>
    <w:rsid w:val="009A5F33"/>
    <w:rsid w:val="009B3DB4"/>
    <w:rsid w:val="009B433A"/>
    <w:rsid w:val="009B608D"/>
    <w:rsid w:val="009B77D8"/>
    <w:rsid w:val="009C028B"/>
    <w:rsid w:val="009C090D"/>
    <w:rsid w:val="009C5DAA"/>
    <w:rsid w:val="009C6EC5"/>
    <w:rsid w:val="009D17DB"/>
    <w:rsid w:val="009D3A91"/>
    <w:rsid w:val="009D3B01"/>
    <w:rsid w:val="009D6E41"/>
    <w:rsid w:val="009D6F63"/>
    <w:rsid w:val="009E1A16"/>
    <w:rsid w:val="009E1CF1"/>
    <w:rsid w:val="009E2127"/>
    <w:rsid w:val="009E2A7F"/>
    <w:rsid w:val="009E3716"/>
    <w:rsid w:val="009E5378"/>
    <w:rsid w:val="009F1F6E"/>
    <w:rsid w:val="009F54CF"/>
    <w:rsid w:val="00A04395"/>
    <w:rsid w:val="00A07334"/>
    <w:rsid w:val="00A07E31"/>
    <w:rsid w:val="00A14E12"/>
    <w:rsid w:val="00A204AD"/>
    <w:rsid w:val="00A20762"/>
    <w:rsid w:val="00A220AA"/>
    <w:rsid w:val="00A26216"/>
    <w:rsid w:val="00A3234A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5548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6E4"/>
    <w:rsid w:val="00A867F5"/>
    <w:rsid w:val="00A86C4C"/>
    <w:rsid w:val="00A918C5"/>
    <w:rsid w:val="00A97F22"/>
    <w:rsid w:val="00AA13C8"/>
    <w:rsid w:val="00AA18E1"/>
    <w:rsid w:val="00AA3743"/>
    <w:rsid w:val="00AA3904"/>
    <w:rsid w:val="00AA774A"/>
    <w:rsid w:val="00AB00BB"/>
    <w:rsid w:val="00AC5EF1"/>
    <w:rsid w:val="00AD2BCF"/>
    <w:rsid w:val="00AE0481"/>
    <w:rsid w:val="00AE0B4C"/>
    <w:rsid w:val="00AE1C8E"/>
    <w:rsid w:val="00AF5AAB"/>
    <w:rsid w:val="00AF6683"/>
    <w:rsid w:val="00AF744D"/>
    <w:rsid w:val="00AF7A2B"/>
    <w:rsid w:val="00B07FBA"/>
    <w:rsid w:val="00B106E2"/>
    <w:rsid w:val="00B11A01"/>
    <w:rsid w:val="00B11B56"/>
    <w:rsid w:val="00B16A2A"/>
    <w:rsid w:val="00B21C47"/>
    <w:rsid w:val="00B22CE5"/>
    <w:rsid w:val="00B2308F"/>
    <w:rsid w:val="00B232FE"/>
    <w:rsid w:val="00B243A7"/>
    <w:rsid w:val="00B2721E"/>
    <w:rsid w:val="00B300DE"/>
    <w:rsid w:val="00B30D07"/>
    <w:rsid w:val="00B34D03"/>
    <w:rsid w:val="00B3607D"/>
    <w:rsid w:val="00B44B08"/>
    <w:rsid w:val="00B514E9"/>
    <w:rsid w:val="00B63607"/>
    <w:rsid w:val="00B63945"/>
    <w:rsid w:val="00B64DD5"/>
    <w:rsid w:val="00B651B4"/>
    <w:rsid w:val="00B675DB"/>
    <w:rsid w:val="00B72499"/>
    <w:rsid w:val="00B76398"/>
    <w:rsid w:val="00B77A69"/>
    <w:rsid w:val="00B813B5"/>
    <w:rsid w:val="00B8305A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53E5"/>
    <w:rsid w:val="00BA6736"/>
    <w:rsid w:val="00BA6C8C"/>
    <w:rsid w:val="00BB21EE"/>
    <w:rsid w:val="00BB5D16"/>
    <w:rsid w:val="00BB6C64"/>
    <w:rsid w:val="00BB7E8C"/>
    <w:rsid w:val="00BC022E"/>
    <w:rsid w:val="00BC05F8"/>
    <w:rsid w:val="00BC2AB2"/>
    <w:rsid w:val="00BC2DA3"/>
    <w:rsid w:val="00BC35C4"/>
    <w:rsid w:val="00BC3D0B"/>
    <w:rsid w:val="00BC4952"/>
    <w:rsid w:val="00BC5524"/>
    <w:rsid w:val="00BC5A93"/>
    <w:rsid w:val="00BC61B9"/>
    <w:rsid w:val="00BC75A7"/>
    <w:rsid w:val="00BD0438"/>
    <w:rsid w:val="00BD2771"/>
    <w:rsid w:val="00BD3B8E"/>
    <w:rsid w:val="00BE090F"/>
    <w:rsid w:val="00BE7EF8"/>
    <w:rsid w:val="00BF0762"/>
    <w:rsid w:val="00BF5703"/>
    <w:rsid w:val="00BF5D61"/>
    <w:rsid w:val="00BF5F44"/>
    <w:rsid w:val="00C063D7"/>
    <w:rsid w:val="00C064E6"/>
    <w:rsid w:val="00C06870"/>
    <w:rsid w:val="00C070B7"/>
    <w:rsid w:val="00C11691"/>
    <w:rsid w:val="00C1198E"/>
    <w:rsid w:val="00C14FA0"/>
    <w:rsid w:val="00C1523D"/>
    <w:rsid w:val="00C16E24"/>
    <w:rsid w:val="00C177D8"/>
    <w:rsid w:val="00C202A2"/>
    <w:rsid w:val="00C21174"/>
    <w:rsid w:val="00C21531"/>
    <w:rsid w:val="00C22596"/>
    <w:rsid w:val="00C22947"/>
    <w:rsid w:val="00C23C1D"/>
    <w:rsid w:val="00C2485A"/>
    <w:rsid w:val="00C2562F"/>
    <w:rsid w:val="00C26293"/>
    <w:rsid w:val="00C31094"/>
    <w:rsid w:val="00C35107"/>
    <w:rsid w:val="00C40CF8"/>
    <w:rsid w:val="00C41294"/>
    <w:rsid w:val="00C43DFF"/>
    <w:rsid w:val="00C44642"/>
    <w:rsid w:val="00C46296"/>
    <w:rsid w:val="00C538D7"/>
    <w:rsid w:val="00C5722A"/>
    <w:rsid w:val="00C614F6"/>
    <w:rsid w:val="00C624AE"/>
    <w:rsid w:val="00C65BD9"/>
    <w:rsid w:val="00C66F11"/>
    <w:rsid w:val="00C673ED"/>
    <w:rsid w:val="00C7084C"/>
    <w:rsid w:val="00C7143F"/>
    <w:rsid w:val="00C718BE"/>
    <w:rsid w:val="00C723FF"/>
    <w:rsid w:val="00C74455"/>
    <w:rsid w:val="00C81CE0"/>
    <w:rsid w:val="00C8292C"/>
    <w:rsid w:val="00C85EEE"/>
    <w:rsid w:val="00C91270"/>
    <w:rsid w:val="00C93193"/>
    <w:rsid w:val="00C9421E"/>
    <w:rsid w:val="00C95C95"/>
    <w:rsid w:val="00CA009B"/>
    <w:rsid w:val="00CA2661"/>
    <w:rsid w:val="00CA2995"/>
    <w:rsid w:val="00CA2E58"/>
    <w:rsid w:val="00CA6455"/>
    <w:rsid w:val="00CA668E"/>
    <w:rsid w:val="00CA6D52"/>
    <w:rsid w:val="00CB0CF8"/>
    <w:rsid w:val="00CB24F4"/>
    <w:rsid w:val="00CB493A"/>
    <w:rsid w:val="00CB56AD"/>
    <w:rsid w:val="00CB6D62"/>
    <w:rsid w:val="00CB7793"/>
    <w:rsid w:val="00CC29D1"/>
    <w:rsid w:val="00CC3FC6"/>
    <w:rsid w:val="00CD159B"/>
    <w:rsid w:val="00CD25BF"/>
    <w:rsid w:val="00CD60CF"/>
    <w:rsid w:val="00CE0306"/>
    <w:rsid w:val="00CE2CFB"/>
    <w:rsid w:val="00CE2FAA"/>
    <w:rsid w:val="00CE342D"/>
    <w:rsid w:val="00CE3F9E"/>
    <w:rsid w:val="00CE55EB"/>
    <w:rsid w:val="00CE5958"/>
    <w:rsid w:val="00CE6AC8"/>
    <w:rsid w:val="00CF0568"/>
    <w:rsid w:val="00CF0705"/>
    <w:rsid w:val="00CF1531"/>
    <w:rsid w:val="00CF3034"/>
    <w:rsid w:val="00CF3356"/>
    <w:rsid w:val="00D00737"/>
    <w:rsid w:val="00D014C5"/>
    <w:rsid w:val="00D051E3"/>
    <w:rsid w:val="00D05535"/>
    <w:rsid w:val="00D063B0"/>
    <w:rsid w:val="00D07849"/>
    <w:rsid w:val="00D1481F"/>
    <w:rsid w:val="00D1706E"/>
    <w:rsid w:val="00D17C68"/>
    <w:rsid w:val="00D17E71"/>
    <w:rsid w:val="00D20A6E"/>
    <w:rsid w:val="00D21943"/>
    <w:rsid w:val="00D24A66"/>
    <w:rsid w:val="00D253EF"/>
    <w:rsid w:val="00D2594C"/>
    <w:rsid w:val="00D34091"/>
    <w:rsid w:val="00D35C4C"/>
    <w:rsid w:val="00D371BC"/>
    <w:rsid w:val="00D3791B"/>
    <w:rsid w:val="00D43AAD"/>
    <w:rsid w:val="00D4472F"/>
    <w:rsid w:val="00D52092"/>
    <w:rsid w:val="00D55CB1"/>
    <w:rsid w:val="00D56D8E"/>
    <w:rsid w:val="00D6437F"/>
    <w:rsid w:val="00D67143"/>
    <w:rsid w:val="00D6744A"/>
    <w:rsid w:val="00D7173C"/>
    <w:rsid w:val="00D72698"/>
    <w:rsid w:val="00D762B1"/>
    <w:rsid w:val="00D767CA"/>
    <w:rsid w:val="00D80258"/>
    <w:rsid w:val="00D82B4D"/>
    <w:rsid w:val="00D8431D"/>
    <w:rsid w:val="00D8583C"/>
    <w:rsid w:val="00D861FB"/>
    <w:rsid w:val="00D902B9"/>
    <w:rsid w:val="00D919B0"/>
    <w:rsid w:val="00D91BB8"/>
    <w:rsid w:val="00D92127"/>
    <w:rsid w:val="00D9488C"/>
    <w:rsid w:val="00DA05CC"/>
    <w:rsid w:val="00DA1682"/>
    <w:rsid w:val="00DA2A59"/>
    <w:rsid w:val="00DA6563"/>
    <w:rsid w:val="00DB0EF7"/>
    <w:rsid w:val="00DC410C"/>
    <w:rsid w:val="00DC5EDD"/>
    <w:rsid w:val="00DD03C4"/>
    <w:rsid w:val="00DD264D"/>
    <w:rsid w:val="00DD45C4"/>
    <w:rsid w:val="00DD695C"/>
    <w:rsid w:val="00DD7701"/>
    <w:rsid w:val="00DD7FB0"/>
    <w:rsid w:val="00DE002D"/>
    <w:rsid w:val="00DE02C6"/>
    <w:rsid w:val="00DE1337"/>
    <w:rsid w:val="00DE1C87"/>
    <w:rsid w:val="00DE3392"/>
    <w:rsid w:val="00DE4601"/>
    <w:rsid w:val="00DF1956"/>
    <w:rsid w:val="00DF3ECC"/>
    <w:rsid w:val="00DF4257"/>
    <w:rsid w:val="00DF5AFE"/>
    <w:rsid w:val="00DF60BB"/>
    <w:rsid w:val="00DF6CEF"/>
    <w:rsid w:val="00E00F26"/>
    <w:rsid w:val="00E050CB"/>
    <w:rsid w:val="00E053CA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34C1"/>
    <w:rsid w:val="00E4653A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C48"/>
    <w:rsid w:val="00E70363"/>
    <w:rsid w:val="00E73E90"/>
    <w:rsid w:val="00E73E94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9352E"/>
    <w:rsid w:val="00E95F71"/>
    <w:rsid w:val="00E9745E"/>
    <w:rsid w:val="00EA354B"/>
    <w:rsid w:val="00EA4952"/>
    <w:rsid w:val="00EB171B"/>
    <w:rsid w:val="00EB1C08"/>
    <w:rsid w:val="00EB2151"/>
    <w:rsid w:val="00EB425E"/>
    <w:rsid w:val="00EB478A"/>
    <w:rsid w:val="00EB4F3C"/>
    <w:rsid w:val="00EB5EA9"/>
    <w:rsid w:val="00EC05E6"/>
    <w:rsid w:val="00EC1FAC"/>
    <w:rsid w:val="00EC2D28"/>
    <w:rsid w:val="00EC5A29"/>
    <w:rsid w:val="00EC5B86"/>
    <w:rsid w:val="00EC7D55"/>
    <w:rsid w:val="00EC7F53"/>
    <w:rsid w:val="00ED32C1"/>
    <w:rsid w:val="00ED4EFD"/>
    <w:rsid w:val="00ED63D2"/>
    <w:rsid w:val="00ED643F"/>
    <w:rsid w:val="00EE1316"/>
    <w:rsid w:val="00EE1707"/>
    <w:rsid w:val="00EE5476"/>
    <w:rsid w:val="00EF01BB"/>
    <w:rsid w:val="00EF200A"/>
    <w:rsid w:val="00EF371C"/>
    <w:rsid w:val="00EF6033"/>
    <w:rsid w:val="00EF702D"/>
    <w:rsid w:val="00F01FF0"/>
    <w:rsid w:val="00F0309A"/>
    <w:rsid w:val="00F0505B"/>
    <w:rsid w:val="00F10658"/>
    <w:rsid w:val="00F1408A"/>
    <w:rsid w:val="00F153B6"/>
    <w:rsid w:val="00F17EF3"/>
    <w:rsid w:val="00F20112"/>
    <w:rsid w:val="00F21F99"/>
    <w:rsid w:val="00F27C04"/>
    <w:rsid w:val="00F34971"/>
    <w:rsid w:val="00F360A2"/>
    <w:rsid w:val="00F369A6"/>
    <w:rsid w:val="00F402F2"/>
    <w:rsid w:val="00F4127A"/>
    <w:rsid w:val="00F417B7"/>
    <w:rsid w:val="00F4227F"/>
    <w:rsid w:val="00F426AA"/>
    <w:rsid w:val="00F43A98"/>
    <w:rsid w:val="00F45315"/>
    <w:rsid w:val="00F46616"/>
    <w:rsid w:val="00F46BF5"/>
    <w:rsid w:val="00F500BE"/>
    <w:rsid w:val="00F511A7"/>
    <w:rsid w:val="00F536D8"/>
    <w:rsid w:val="00F55A6A"/>
    <w:rsid w:val="00F55C50"/>
    <w:rsid w:val="00F575E4"/>
    <w:rsid w:val="00F6273B"/>
    <w:rsid w:val="00F65513"/>
    <w:rsid w:val="00F65742"/>
    <w:rsid w:val="00F66A37"/>
    <w:rsid w:val="00F702E4"/>
    <w:rsid w:val="00F77BF7"/>
    <w:rsid w:val="00F821DD"/>
    <w:rsid w:val="00F8278A"/>
    <w:rsid w:val="00F84B09"/>
    <w:rsid w:val="00F90DAD"/>
    <w:rsid w:val="00F90DDA"/>
    <w:rsid w:val="00F90FD8"/>
    <w:rsid w:val="00F949C0"/>
    <w:rsid w:val="00F94EF8"/>
    <w:rsid w:val="00F97C9F"/>
    <w:rsid w:val="00FA299D"/>
    <w:rsid w:val="00FA51F1"/>
    <w:rsid w:val="00FB0DEC"/>
    <w:rsid w:val="00FB0EBB"/>
    <w:rsid w:val="00FB1791"/>
    <w:rsid w:val="00FB2ACF"/>
    <w:rsid w:val="00FB49E3"/>
    <w:rsid w:val="00FB4B05"/>
    <w:rsid w:val="00FB5452"/>
    <w:rsid w:val="00FC4285"/>
    <w:rsid w:val="00FC4D93"/>
    <w:rsid w:val="00FC601F"/>
    <w:rsid w:val="00FD05D5"/>
    <w:rsid w:val="00FD1579"/>
    <w:rsid w:val="00FD17CF"/>
    <w:rsid w:val="00FD1BA5"/>
    <w:rsid w:val="00FD41D8"/>
    <w:rsid w:val="00FD5B13"/>
    <w:rsid w:val="00FD6D1F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A755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05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1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20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53B4D7B7-1282-4D4B-AC04-F64ECD8195B1}"/>
</file>

<file path=customXml/itemProps2.xml><?xml version="1.0" encoding="utf-8"?>
<ds:datastoreItem xmlns:ds="http://schemas.openxmlformats.org/officeDocument/2006/customXml" ds:itemID="{1BBD245E-DC16-4013-8A85-736924A86E45}"/>
</file>

<file path=customXml/itemProps3.xml><?xml version="1.0" encoding="utf-8"?>
<ds:datastoreItem xmlns:ds="http://schemas.openxmlformats.org/officeDocument/2006/customXml" ds:itemID="{67856533-CC07-43ED-BAE0-F097413687F1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10</TotalTime>
  <Pages>2</Pages>
  <Words>269</Words>
  <Characters>1536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1802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9</cp:revision>
  <cp:lastPrinted>2011-12-15T11:32:00Z</cp:lastPrinted>
  <dcterms:created xsi:type="dcterms:W3CDTF">2020-04-29T12:54:00Z</dcterms:created>
  <dcterms:modified xsi:type="dcterms:W3CDTF">2020-04-29T16:22:00Z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431000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